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E960BB" w:rsidR="006E5D65" w:rsidP="002D3375" w:rsidRDefault="00997F14" w14:paraId="6C209650" wp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xmlns:wp14="http://schemas.microsoft.com/office/word/2010/wordml" w:rsidRPr="009C54AE" w:rsidR="0085747A" w:rsidP="009C54AE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85747A" w:rsidP="00EA4832" w:rsidRDefault="0071620A" w14:paraId="366F05A4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Pr="002D707B" w:rsidR="002D707B">
        <w:rPr>
          <w:rFonts w:ascii="Corbel" w:hAnsi="Corbel"/>
          <w:i/>
          <w:smallCaps/>
          <w:sz w:val="24"/>
          <w:szCs w:val="24"/>
        </w:rPr>
        <w:t>2021–2023</w:t>
      </w:r>
    </w:p>
    <w:p xmlns:wp14="http://schemas.microsoft.com/office/word/2010/wordml" w:rsidR="0085747A" w:rsidP="00EA4832" w:rsidRDefault="00EA4832" w14:paraId="24E8696B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2D707B">
        <w:rPr>
          <w:rFonts w:ascii="Corbel" w:hAnsi="Corbel"/>
          <w:i/>
          <w:sz w:val="24"/>
          <w:szCs w:val="24"/>
        </w:rPr>
        <w:tab/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xmlns:wp14="http://schemas.microsoft.com/office/word/2010/wordml" w:rsidRPr="00EA4832" w:rsidR="00445970" w:rsidP="00EA4832" w:rsidRDefault="00445970" w14:paraId="726E3F30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2D707B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2D707B">
        <w:rPr>
          <w:rFonts w:ascii="Corbel" w:hAnsi="Corbel"/>
          <w:sz w:val="20"/>
          <w:szCs w:val="20"/>
        </w:rPr>
        <w:t>2021/2022</w:t>
      </w:r>
    </w:p>
    <w:p xmlns:wp14="http://schemas.microsoft.com/office/word/2010/wordml" w:rsidRPr="009C54AE" w:rsidR="0085747A" w:rsidP="009C54AE" w:rsidRDefault="0085747A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71620A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/>
      </w:tblPr>
      <w:tblGrid>
        <w:gridCol w:w="2694"/>
        <w:gridCol w:w="7087"/>
      </w:tblGrid>
      <w:tr xmlns:wp14="http://schemas.microsoft.com/office/word/2010/wordml" w:rsidRPr="009C54AE" w:rsidR="000F0AB3" w:rsidTr="1FB47943" w14:paraId="3081A85E" wp14:textId="77777777">
        <w:tc>
          <w:tcPr>
            <w:tcW w:w="2694" w:type="dxa"/>
            <w:tcMar/>
            <w:vAlign w:val="center"/>
          </w:tcPr>
          <w:p w:rsidRPr="009C54AE" w:rsidR="000F0AB3" w:rsidP="000F0AB3" w:rsidRDefault="000F0AB3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2D707B" w:rsidR="000F0AB3" w:rsidP="000F0AB3" w:rsidRDefault="000F0AB3" w14:paraId="1EFECD28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D707B">
              <w:rPr>
                <w:rFonts w:ascii="Corbel" w:hAnsi="Corbel"/>
                <w:sz w:val="24"/>
                <w:szCs w:val="24"/>
              </w:rPr>
              <w:t>Środowiskowe usługi społeczne</w:t>
            </w:r>
          </w:p>
        </w:tc>
      </w:tr>
      <w:tr xmlns:wp14="http://schemas.microsoft.com/office/word/2010/wordml" w:rsidRPr="009C54AE" w:rsidR="000F0AB3" w:rsidTr="1FB47943" w14:paraId="3174141A" wp14:textId="77777777">
        <w:tc>
          <w:tcPr>
            <w:tcW w:w="2694" w:type="dxa"/>
            <w:tcMar/>
            <w:vAlign w:val="center"/>
          </w:tcPr>
          <w:p w:rsidRPr="009C54AE" w:rsidR="000F0AB3" w:rsidP="000F0AB3" w:rsidRDefault="000F0AB3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0F0AB3" w:rsidP="000F0AB3" w:rsidRDefault="000F0AB3" w14:paraId="498985A7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9685A">
              <w:rPr>
                <w:rFonts w:ascii="Corbel" w:hAnsi="Corbel"/>
                <w:b w:val="0"/>
                <w:sz w:val="24"/>
                <w:szCs w:val="24"/>
              </w:rPr>
              <w:t>P2S[2]O_07</w:t>
            </w:r>
          </w:p>
        </w:tc>
      </w:tr>
      <w:tr xmlns:wp14="http://schemas.microsoft.com/office/word/2010/wordml" w:rsidRPr="009C54AE" w:rsidR="000F0AB3" w:rsidTr="1FB47943" w14:paraId="5C0172EC" wp14:textId="77777777">
        <w:tc>
          <w:tcPr>
            <w:tcW w:w="2694" w:type="dxa"/>
            <w:tcMar/>
            <w:vAlign w:val="center"/>
          </w:tcPr>
          <w:p w:rsidRPr="009C54AE" w:rsidR="000F0AB3" w:rsidP="000F0AB3" w:rsidRDefault="000F0AB3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0F0AB3" w:rsidP="000F0AB3" w:rsidRDefault="000F0AB3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0F0AB3" w:rsidTr="1FB47943" w14:paraId="0AEA36E1" wp14:textId="77777777">
        <w:tc>
          <w:tcPr>
            <w:tcW w:w="2694" w:type="dxa"/>
            <w:tcMar/>
            <w:vAlign w:val="center"/>
          </w:tcPr>
          <w:p w:rsidRPr="009C54AE" w:rsidR="000F0AB3" w:rsidP="000F0AB3" w:rsidRDefault="000F0AB3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0F0AB3" w:rsidP="000F0AB3" w:rsidRDefault="000F0AB3" w14:paraId="74F259B7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0F0AB3" w:rsidTr="1FB47943" w14:paraId="422C9A63" wp14:textId="77777777">
        <w:tc>
          <w:tcPr>
            <w:tcW w:w="2694" w:type="dxa"/>
            <w:tcMar/>
            <w:vAlign w:val="center"/>
          </w:tcPr>
          <w:p w:rsidRPr="009C54AE" w:rsidR="000F0AB3" w:rsidP="000F0AB3" w:rsidRDefault="000F0AB3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0F0AB3" w:rsidP="000F0AB3" w:rsidRDefault="0082207F" w14:paraId="38B7CA5B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F0AB3">
              <w:rPr>
                <w:rFonts w:ascii="Corbel" w:hAnsi="Corbel"/>
                <w:b w:val="0"/>
                <w:sz w:val="24"/>
                <w:szCs w:val="24"/>
              </w:rPr>
              <w:t>raca socjalna</w:t>
            </w:r>
          </w:p>
        </w:tc>
      </w:tr>
      <w:tr xmlns:wp14="http://schemas.microsoft.com/office/word/2010/wordml" w:rsidRPr="009C54AE" w:rsidR="000F0AB3" w:rsidTr="1FB47943" w14:paraId="393D1AE1" wp14:textId="77777777">
        <w:tc>
          <w:tcPr>
            <w:tcW w:w="2694" w:type="dxa"/>
            <w:tcMar/>
            <w:vAlign w:val="center"/>
          </w:tcPr>
          <w:p w:rsidRPr="009C54AE" w:rsidR="000F0AB3" w:rsidP="000F0AB3" w:rsidRDefault="000F0AB3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0F0AB3" w:rsidP="000F0AB3" w:rsidRDefault="000F0AB3" w14:paraId="4FD62BC4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xmlns:wp14="http://schemas.microsoft.com/office/word/2010/wordml" w:rsidRPr="009C54AE" w:rsidR="000F0AB3" w:rsidTr="1FB47943" w14:paraId="020B26A7" wp14:textId="77777777">
        <w:tc>
          <w:tcPr>
            <w:tcW w:w="2694" w:type="dxa"/>
            <w:tcMar/>
            <w:vAlign w:val="center"/>
          </w:tcPr>
          <w:p w:rsidRPr="009C54AE" w:rsidR="000F0AB3" w:rsidP="000F0AB3" w:rsidRDefault="000F0AB3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0F0AB3" w:rsidP="000F0AB3" w:rsidRDefault="0082207F" w14:paraId="4FFABF2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0F0AB3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xmlns:wp14="http://schemas.microsoft.com/office/word/2010/wordml" w:rsidRPr="009C54AE" w:rsidR="000F0AB3" w:rsidTr="1FB47943" w14:paraId="5B469018" wp14:textId="77777777">
        <w:tc>
          <w:tcPr>
            <w:tcW w:w="2694" w:type="dxa"/>
            <w:tcMar/>
            <w:vAlign w:val="center"/>
          </w:tcPr>
          <w:p w:rsidRPr="009C54AE" w:rsidR="000F0AB3" w:rsidP="000F0AB3" w:rsidRDefault="000F0AB3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0F0AB3" w:rsidP="000F0AB3" w:rsidRDefault="0082207F" w14:paraId="74440E6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F0AB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xmlns:wp14="http://schemas.microsoft.com/office/word/2010/wordml" w:rsidRPr="009C54AE" w:rsidR="000F0AB3" w:rsidTr="1FB47943" w14:paraId="6C23812B" wp14:textId="77777777">
        <w:tc>
          <w:tcPr>
            <w:tcW w:w="2694" w:type="dxa"/>
            <w:tcMar/>
            <w:vAlign w:val="center"/>
          </w:tcPr>
          <w:p w:rsidRPr="009C54AE" w:rsidR="000F0AB3" w:rsidP="000F0AB3" w:rsidRDefault="000F0AB3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0F0AB3" w:rsidP="000F0AB3" w:rsidRDefault="0082207F" w14:paraId="433B971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0F0AB3">
              <w:rPr>
                <w:rFonts w:ascii="Corbel" w:hAnsi="Corbel"/>
                <w:b w:val="0"/>
                <w:sz w:val="24"/>
                <w:szCs w:val="24"/>
              </w:rPr>
              <w:t>ok 1, semestr II</w:t>
            </w:r>
          </w:p>
        </w:tc>
      </w:tr>
      <w:tr xmlns:wp14="http://schemas.microsoft.com/office/word/2010/wordml" w:rsidRPr="009C54AE" w:rsidR="000F0AB3" w:rsidTr="1FB47943" w14:paraId="4D6BEF29" wp14:textId="77777777">
        <w:tc>
          <w:tcPr>
            <w:tcW w:w="2694" w:type="dxa"/>
            <w:tcMar/>
            <w:vAlign w:val="center"/>
          </w:tcPr>
          <w:p w:rsidRPr="009C54AE" w:rsidR="000F0AB3" w:rsidP="000F0AB3" w:rsidRDefault="000F0AB3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0F0AB3" w:rsidP="000F0AB3" w:rsidRDefault="0082207F" w14:paraId="4B6A1671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F0AB3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xmlns:wp14="http://schemas.microsoft.com/office/word/2010/wordml" w:rsidRPr="009C54AE" w:rsidR="000F0AB3" w:rsidTr="1FB47943" w14:paraId="756AAB1C" wp14:textId="77777777">
        <w:tc>
          <w:tcPr>
            <w:tcW w:w="2694" w:type="dxa"/>
            <w:tcMar/>
            <w:vAlign w:val="center"/>
          </w:tcPr>
          <w:p w:rsidRPr="009C54AE" w:rsidR="000F0AB3" w:rsidP="000F0AB3" w:rsidRDefault="000F0AB3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0F0AB3" w:rsidP="0082207F" w:rsidRDefault="0082207F" w14:paraId="209DE2A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0F0AB3">
              <w:rPr>
                <w:rFonts w:ascii="Corbel" w:hAnsi="Corbel"/>
                <w:b w:val="0"/>
                <w:sz w:val="24"/>
                <w:szCs w:val="24"/>
              </w:rPr>
              <w:t>ęz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0F0AB3">
              <w:rPr>
                <w:rFonts w:ascii="Corbel" w:hAnsi="Corbel"/>
                <w:b w:val="0"/>
                <w:sz w:val="24"/>
                <w:szCs w:val="24"/>
              </w:rPr>
              <w:t xml:space="preserve"> polski</w:t>
            </w:r>
          </w:p>
        </w:tc>
      </w:tr>
      <w:tr xmlns:wp14="http://schemas.microsoft.com/office/word/2010/wordml" w:rsidRPr="009C54AE" w:rsidR="000F0AB3" w:rsidTr="1FB47943" w14:paraId="3C10265F" wp14:textId="77777777">
        <w:tc>
          <w:tcPr>
            <w:tcW w:w="2694" w:type="dxa"/>
            <w:tcMar/>
            <w:vAlign w:val="center"/>
          </w:tcPr>
          <w:p w:rsidRPr="009C54AE" w:rsidR="000F0AB3" w:rsidP="000F0AB3" w:rsidRDefault="000F0AB3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0F0AB3" w:rsidP="1FB47943" w:rsidRDefault="000F0AB3" w14:paraId="612F9557" wp14:textId="4B29083C">
            <w:pPr>
              <w:pStyle w:val="Odpowiedzi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Corbel" w:hAnsi="Corbe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1FB47943" w:rsidR="165011D7">
              <w:rPr>
                <w:rFonts w:ascii="Corbel" w:hAnsi="Corbel"/>
                <w:b w:val="0"/>
                <w:bCs w:val="0"/>
                <w:sz w:val="24"/>
                <w:szCs w:val="24"/>
              </w:rPr>
              <w:t>Krzysztof Jamroży</w:t>
            </w:r>
          </w:p>
        </w:tc>
      </w:tr>
      <w:tr xmlns:wp14="http://schemas.microsoft.com/office/word/2010/wordml" w:rsidRPr="009C54AE" w:rsidR="000F0AB3" w:rsidTr="1FB47943" w14:paraId="465371E2" wp14:textId="77777777">
        <w:tc>
          <w:tcPr>
            <w:tcW w:w="2694" w:type="dxa"/>
            <w:tcMar/>
            <w:vAlign w:val="center"/>
          </w:tcPr>
          <w:p w:rsidRPr="009C54AE" w:rsidR="000F0AB3" w:rsidP="000F0AB3" w:rsidRDefault="000F0AB3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0F0AB3" w:rsidP="1FB47943" w:rsidRDefault="000F0AB3" w14:paraId="458C6E9C" wp14:textId="235B7D74">
            <w:pPr>
              <w:pStyle w:val="Odpowiedzi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Corbel" w:hAnsi="Corbe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1FB47943" w:rsidR="728567A2">
              <w:rPr>
                <w:rFonts w:ascii="Corbel" w:hAnsi="Corbel"/>
                <w:b w:val="0"/>
                <w:bCs w:val="0"/>
                <w:sz w:val="24"/>
                <w:szCs w:val="24"/>
              </w:rPr>
              <w:t>Dorota Rynkowska</w:t>
            </w:r>
          </w:p>
        </w:tc>
      </w:tr>
    </w:tbl>
    <w:p xmlns:wp14="http://schemas.microsoft.com/office/word/2010/wordml" w:rsidRPr="009C54AE" w:rsidR="0085747A" w:rsidP="009C54AE" w:rsidRDefault="0085747A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9C54AE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9C54AE" w:rsidR="00923D7D" w:rsidP="009C54AE" w:rsidRDefault="00923D7D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xmlns:wp14="http://schemas.microsoft.com/office/word/2010/wordml" w:rsidRPr="009C54AE" w:rsidR="00015B8F" w:rsidTr="000F0AB3" w14:paraId="4A00F406" wp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xmlns:wp14="http://schemas.microsoft.com/office/word/2010/wordml" w:rsidRPr="009C54AE" w:rsidR="000F0AB3" w:rsidTr="000F0AB3" w14:paraId="20E51FCF" wp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F0AB3" w:rsidP="000F0AB3" w:rsidRDefault="000F0AB3" w14:paraId="7F83DA7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F0AB3" w:rsidP="000F0AB3" w:rsidRDefault="000F0AB3" w14:paraId="6A09E912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F0AB3" w:rsidP="000F0AB3" w:rsidRDefault="000F0AB3" w14:paraId="33E67AC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F0AB3" w:rsidP="000F0AB3" w:rsidRDefault="000F0AB3" w14:paraId="33CFEC6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F0AB3" w:rsidP="000F0AB3" w:rsidRDefault="000F0AB3" w14:paraId="1BBD13F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F0AB3" w:rsidP="000F0AB3" w:rsidRDefault="000F0AB3" w14:paraId="0BE14808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F0AB3" w:rsidP="000F0AB3" w:rsidRDefault="000F0AB3" w14:paraId="09FA2A7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F0AB3" w:rsidP="000F0AB3" w:rsidRDefault="000F0AB3" w14:paraId="237AFA41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F0AB3" w:rsidP="000F0AB3" w:rsidRDefault="000F0AB3" w14:paraId="3AD8BB8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F0AB3" w:rsidP="000F0AB3" w:rsidRDefault="000F0AB3" w14:paraId="5FCD5EC4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xmlns:wp14="http://schemas.microsoft.com/office/word/2010/wordml" w:rsidRPr="009C54AE" w:rsidR="00923D7D" w:rsidP="009C54AE" w:rsidRDefault="00923D7D" w14:paraId="5DAB6C7B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9C54AE" w:rsidR="0085747A" w:rsidP="00F83B28" w:rsidRDefault="0082207F" w14:paraId="7B021301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Pr="0082207F">
        <w:rPr>
          <w:rFonts w:ascii="MS Gothic" w:hAnsi="MS Gothic" w:eastAsia="MS Gothic" w:cs="MS Gothic"/>
          <w:szCs w:val="24"/>
        </w:rPr>
        <w:t>X</w:t>
      </w: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xmlns:wp14="http://schemas.microsoft.com/office/word/2010/wordml" w:rsidRPr="009C54AE" w:rsidR="0085747A" w:rsidP="00F83B28" w:rsidRDefault="0085747A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9C54AE" w:rsidR="0085747A" w:rsidP="009C54AE" w:rsidRDefault="0085747A" w14:paraId="02EB378F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E22FBC" w:rsidP="00F83B28" w:rsidRDefault="00E22FBC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xmlns:wp14="http://schemas.microsoft.com/office/word/2010/wordml" w:rsidR="000F0AB3" w:rsidP="000F0AB3" w:rsidRDefault="000F0AB3" w14:paraId="6A05A809" wp14:textId="77777777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</w:p>
    <w:p xmlns:wp14="http://schemas.microsoft.com/office/word/2010/wordml" w:rsidRPr="0082207F" w:rsidR="009C54AE" w:rsidP="000F0AB3" w:rsidRDefault="000F0AB3" w14:paraId="55D48E7E" wp14:textId="77777777">
      <w:pPr>
        <w:pStyle w:val="Punktygwne"/>
        <w:spacing w:before="0" w:after="0"/>
        <w:ind w:firstLine="284"/>
        <w:rPr>
          <w:rFonts w:ascii="Corbel" w:hAnsi="Corbel"/>
          <w:b w:val="0"/>
          <w:bCs/>
          <w:szCs w:val="24"/>
        </w:rPr>
      </w:pPr>
      <w:r w:rsidRPr="0082207F">
        <w:rPr>
          <w:rFonts w:ascii="Corbel" w:hAnsi="Corbel"/>
          <w:b w:val="0"/>
          <w:bCs/>
          <w:szCs w:val="24"/>
        </w:rPr>
        <w:t>zaliczenie z oceną</w:t>
      </w:r>
    </w:p>
    <w:p xmlns:wp14="http://schemas.microsoft.com/office/word/2010/wordml" w:rsidR="00E960BB" w:rsidP="009C54AE" w:rsidRDefault="00E960BB" w14:paraId="5A39BBE3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E960BB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xmlns:wp14="http://schemas.microsoft.com/office/word/2010/wordml" w:rsidRPr="009C54AE" w:rsidR="002D707B" w:rsidP="009C54AE" w:rsidRDefault="002D707B" w14:paraId="41C8F396" wp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70"/>
      </w:tblGrid>
      <w:tr xmlns:wp14="http://schemas.microsoft.com/office/word/2010/wordml" w:rsidRPr="009C54AE" w:rsidR="0085747A" w:rsidTr="00745302" w14:paraId="1E8E83EE" wp14:textId="77777777">
        <w:tc>
          <w:tcPr>
            <w:tcW w:w="9670" w:type="dxa"/>
          </w:tcPr>
          <w:p w:rsidRPr="009C54AE" w:rsidR="0085747A" w:rsidP="0082207F" w:rsidRDefault="000F0AB3" w14:paraId="3DCA852E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Wymagana wiedza z przedmiotu </w:t>
            </w:r>
            <w:r w:rsidR="008220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socjalna i jej nowe kierunki</w:t>
            </w:r>
            <w:r w:rsidR="008220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xmlns:wp14="http://schemas.microsoft.com/office/word/2010/wordml" w:rsidR="00153C41" w:rsidP="009C54AE" w:rsidRDefault="00153C41" w14:paraId="72A3D3EC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C05F44" w:rsidR="0085747A" w:rsidP="009C54AE" w:rsidRDefault="002D707B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Pr="009C54AE" w:rsidR="0071620A">
        <w:rPr>
          <w:rFonts w:ascii="Corbel" w:hAnsi="Corbel"/>
          <w:szCs w:val="24"/>
        </w:rPr>
        <w:lastRenderedPageBreak/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C05F44" w:rsidR="0085747A" w:rsidP="009C54AE" w:rsidRDefault="0085747A" w14:paraId="0D0B940D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85747A" w:rsidP="009C54AE" w:rsidRDefault="0071620A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9C54AE" w:rsidR="00F83B28" w:rsidP="009C54AE" w:rsidRDefault="00F83B28" w14:paraId="0E27B00A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845"/>
        <w:gridCol w:w="8675"/>
      </w:tblGrid>
      <w:tr xmlns:wp14="http://schemas.microsoft.com/office/word/2010/wordml" w:rsidRPr="009C54AE" w:rsidR="000F0AB3" w:rsidTr="000F0AB3" w14:paraId="2EE02DCE" wp14:textId="77777777">
        <w:tc>
          <w:tcPr>
            <w:tcW w:w="845" w:type="dxa"/>
            <w:vAlign w:val="center"/>
          </w:tcPr>
          <w:p w:rsidRPr="009C54AE" w:rsidR="000F0AB3" w:rsidP="000F0AB3" w:rsidRDefault="000F0AB3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Pr="009C54AE" w:rsidR="000F0AB3" w:rsidP="000F0AB3" w:rsidRDefault="000F0AB3" w14:paraId="51999A75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20E3">
              <w:rPr>
                <w:rFonts w:ascii="Corbel" w:hAnsi="Corbel"/>
                <w:b w:val="0"/>
                <w:sz w:val="24"/>
                <w:szCs w:val="24"/>
              </w:rPr>
              <w:t>Poszerzenie wiedzy z zakresu rozwiązań systemowych oraz dobrych praktyk na temat nowoczesnych ins</w:t>
            </w:r>
            <w:r>
              <w:rPr>
                <w:rFonts w:ascii="Corbel" w:hAnsi="Corbel"/>
                <w:b w:val="0"/>
                <w:sz w:val="24"/>
                <w:szCs w:val="24"/>
              </w:rPr>
              <w:t>trumentów wsparcia społecznego.</w:t>
            </w:r>
          </w:p>
        </w:tc>
      </w:tr>
      <w:tr xmlns:wp14="http://schemas.microsoft.com/office/word/2010/wordml" w:rsidRPr="009C54AE" w:rsidR="000F0AB3" w:rsidTr="000F0AB3" w14:paraId="0C3FA165" wp14:textId="77777777">
        <w:tc>
          <w:tcPr>
            <w:tcW w:w="845" w:type="dxa"/>
            <w:vAlign w:val="center"/>
          </w:tcPr>
          <w:p w:rsidRPr="009C54AE" w:rsidR="000F0AB3" w:rsidP="000F0AB3" w:rsidRDefault="000F0AB3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Pr="009C54AE" w:rsidR="000F0AB3" w:rsidP="000F0AB3" w:rsidRDefault="000F0AB3" w14:paraId="2C22B60D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20E3">
              <w:rPr>
                <w:rFonts w:ascii="Corbel" w:hAnsi="Corbel"/>
                <w:b w:val="0"/>
                <w:sz w:val="24"/>
                <w:szCs w:val="24"/>
              </w:rPr>
              <w:t>Ukazanie roli pracownika socjalnego w procesie budowania środowiskowych usług społecznych.</w:t>
            </w:r>
          </w:p>
        </w:tc>
      </w:tr>
    </w:tbl>
    <w:p xmlns:wp14="http://schemas.microsoft.com/office/word/2010/wordml" w:rsidRPr="009C54AE" w:rsidR="0085747A" w:rsidP="009C54AE" w:rsidRDefault="0085747A" w14:paraId="60061E4C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1D7B54" w:rsidP="009C54AE" w:rsidRDefault="009F4610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9C54AE" w:rsidR="001D7B54" w:rsidP="009C54AE" w:rsidRDefault="001D7B54" w14:paraId="44EAFD9C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681"/>
        <w:gridCol w:w="5974"/>
        <w:gridCol w:w="1865"/>
      </w:tblGrid>
      <w:tr xmlns:wp14="http://schemas.microsoft.com/office/word/2010/wordml" w:rsidRPr="009C54AE" w:rsidR="0085747A" w:rsidTr="000F0AB3" w14:paraId="61F38664" wp14:textId="77777777">
        <w:tc>
          <w:tcPr>
            <w:tcW w:w="1681" w:type="dxa"/>
            <w:vAlign w:val="center"/>
          </w:tcPr>
          <w:p w:rsidRPr="009C54AE" w:rsidR="0085747A" w:rsidP="009C54AE" w:rsidRDefault="0085747A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9C54AE" w:rsidR="000F0AB3" w:rsidTr="000F0AB3" w14:paraId="67C8F910" wp14:textId="77777777">
        <w:tc>
          <w:tcPr>
            <w:tcW w:w="1681" w:type="dxa"/>
          </w:tcPr>
          <w:p w:rsidRPr="009C54AE" w:rsidR="000F0AB3" w:rsidP="000F0AB3" w:rsidRDefault="0082207F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 w:rsidR="000F0AB3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:rsidRPr="009C54AE" w:rsidR="000F0AB3" w:rsidP="0082207F" w:rsidRDefault="000F0AB3" w14:paraId="4D1E7886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ma wiedzę z zakresu funkcjonowania instytucji lokalnych, krajowych,</w:t>
            </w:r>
            <w:r w:rsidR="00673977">
              <w:rPr>
                <w:rFonts w:ascii="Corbel" w:hAnsi="Corbel"/>
                <w:b w:val="0"/>
                <w:smallCaps w:val="0"/>
                <w:szCs w:val="24"/>
              </w:rPr>
              <w:t xml:space="preserve"> regionalnych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międzynarodowych przeciwdziałających wykluczeniu społecznemu i działających na rzecz integracji społecznej w ramach środowiskowych usług społecznych.</w:t>
            </w:r>
          </w:p>
        </w:tc>
        <w:tc>
          <w:tcPr>
            <w:tcW w:w="1865" w:type="dxa"/>
          </w:tcPr>
          <w:p w:rsidRPr="009C54AE" w:rsidR="000F0AB3" w:rsidP="000F0AB3" w:rsidRDefault="000F0AB3" w14:paraId="01A75E0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xmlns:wp14="http://schemas.microsoft.com/office/word/2010/wordml" w:rsidRPr="009C54AE" w:rsidR="000F0AB3" w:rsidTr="000F0AB3" w14:paraId="799E22D4" wp14:textId="77777777">
        <w:tc>
          <w:tcPr>
            <w:tcW w:w="1681" w:type="dxa"/>
          </w:tcPr>
          <w:p w:rsidRPr="009C54AE" w:rsidR="000F0AB3" w:rsidP="000F0AB3" w:rsidRDefault="000F0AB3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9C54AE" w:rsidR="000F0AB3" w:rsidP="000F0AB3" w:rsidRDefault="000F0AB3" w14:paraId="5B1F1746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Pr="009945FE">
              <w:rPr>
                <w:rFonts w:ascii="Corbel" w:hAnsi="Corbel"/>
                <w:b w:val="0"/>
                <w:smallCaps w:val="0"/>
                <w:szCs w:val="24"/>
              </w:rPr>
              <w:t>na normy prawne, zawodowe, etyczne i reguły organizujące struktury i instytucje społeczne działające na rzecz integracji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ramach środowiskowych usług społecznych</w:t>
            </w:r>
            <w:r w:rsidRPr="009945FE">
              <w:rPr>
                <w:rFonts w:ascii="Corbel" w:hAnsi="Corbel"/>
                <w:b w:val="0"/>
                <w:smallCaps w:val="0"/>
                <w:szCs w:val="24"/>
              </w:rPr>
              <w:t>, mechanizmy kontroli społecznej, reguły współpracy z otoczeniem oraz rządzące nimi prawidłowości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Pr="009C54AE" w:rsidR="000F0AB3" w:rsidP="000F0AB3" w:rsidRDefault="000F0AB3" w14:paraId="698E63C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xmlns:wp14="http://schemas.microsoft.com/office/word/2010/wordml" w:rsidRPr="009C54AE" w:rsidR="000F0AB3" w:rsidTr="000F0AB3" w14:paraId="5519CE0D" wp14:textId="77777777">
        <w:tc>
          <w:tcPr>
            <w:tcW w:w="1681" w:type="dxa"/>
          </w:tcPr>
          <w:p w:rsidRPr="009C54AE" w:rsidR="000F0AB3" w:rsidP="000F0AB3" w:rsidRDefault="000F0AB3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Pr="009C54AE" w:rsidR="000F0AB3" w:rsidP="000F0AB3" w:rsidRDefault="000F0AB3" w14:paraId="718AA9BD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9945FE">
              <w:rPr>
                <w:rFonts w:ascii="Corbel" w:hAnsi="Corbel"/>
                <w:b w:val="0"/>
                <w:smallCaps w:val="0"/>
                <w:szCs w:val="24"/>
              </w:rPr>
              <w:t>potrafi wy</w:t>
            </w:r>
            <w:r w:rsidR="0082207F">
              <w:rPr>
                <w:rFonts w:ascii="Corbel" w:hAnsi="Corbel"/>
                <w:b w:val="0"/>
                <w:smallCaps w:val="0"/>
                <w:szCs w:val="24"/>
              </w:rPr>
              <w:t>korzystywać wiedzę wynikającą z </w:t>
            </w:r>
            <w:r w:rsidRPr="009945FE">
              <w:rPr>
                <w:rFonts w:ascii="Corbel" w:hAnsi="Corbel"/>
                <w:b w:val="0"/>
                <w:smallCaps w:val="0"/>
                <w:szCs w:val="24"/>
              </w:rPr>
              <w:t xml:space="preserve">diagnozowania nietypowych </w:t>
            </w:r>
            <w:r w:rsidR="0082207F">
              <w:rPr>
                <w:rFonts w:ascii="Corbel" w:hAnsi="Corbel"/>
                <w:b w:val="0"/>
                <w:smallCaps w:val="0"/>
                <w:szCs w:val="24"/>
              </w:rPr>
              <w:t>problemów w </w:t>
            </w:r>
            <w:r w:rsidRPr="009945FE">
              <w:rPr>
                <w:rFonts w:ascii="Corbel" w:hAnsi="Corbel"/>
                <w:b w:val="0"/>
                <w:smallCaps w:val="0"/>
                <w:szCs w:val="24"/>
              </w:rPr>
              <w:t>nieprzewidywalnych warunkach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tak aby dobrać odpowiedni pakiet usług społecznych.</w:t>
            </w:r>
          </w:p>
        </w:tc>
        <w:tc>
          <w:tcPr>
            <w:tcW w:w="1865" w:type="dxa"/>
          </w:tcPr>
          <w:p w:rsidRPr="009C54AE" w:rsidR="000F0AB3" w:rsidP="000F0AB3" w:rsidRDefault="000F0AB3" w14:paraId="31229AF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01A7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xmlns:wp14="http://schemas.microsoft.com/office/word/2010/wordml" w:rsidRPr="009C54AE" w:rsidR="000F0AB3" w:rsidTr="000F0AB3" w14:paraId="65CCA8A9" wp14:textId="77777777">
        <w:tc>
          <w:tcPr>
            <w:tcW w:w="1681" w:type="dxa"/>
          </w:tcPr>
          <w:p w:rsidRPr="009C54AE" w:rsidR="000F0AB3" w:rsidP="000F0AB3" w:rsidRDefault="000F0AB3" w14:paraId="61ADB44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Pr="009C54AE" w:rsidR="000F0AB3" w:rsidP="000F0AB3" w:rsidRDefault="000F0AB3" w14:paraId="06354F22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umie</w:t>
            </w:r>
            <w:r w:rsidRPr="001E295C">
              <w:rPr>
                <w:rFonts w:ascii="Corbel" w:hAnsi="Corbel"/>
                <w:b w:val="0"/>
                <w:smallCaps w:val="0"/>
                <w:szCs w:val="24"/>
              </w:rPr>
              <w:t xml:space="preserve"> analizować i innowacyjnie rozwiązywać konkretne problemy społeczne odpowiednio uzasadniając swoje stanowisko oraz przeciwdziałać aktualnym problemom społecznym, proponując w tym zakresie odpowiednie rozstrzygnięcia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ramach</w:t>
            </w:r>
            <w:r w:rsidR="00B0702F">
              <w:rPr>
                <w:rFonts w:ascii="Corbel" w:hAnsi="Corbel"/>
                <w:b w:val="0"/>
                <w:smallCaps w:val="0"/>
                <w:szCs w:val="24"/>
              </w:rPr>
              <w:t xml:space="preserve"> aktywnej polityki społecznej oraz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środowiskowych usług społecznych.</w:t>
            </w:r>
          </w:p>
        </w:tc>
        <w:tc>
          <w:tcPr>
            <w:tcW w:w="1865" w:type="dxa"/>
          </w:tcPr>
          <w:p w:rsidRPr="009C54AE" w:rsidR="000F0AB3" w:rsidP="000F0AB3" w:rsidRDefault="000F0AB3" w14:paraId="1F557C7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01A7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xmlns:wp14="http://schemas.microsoft.com/office/word/2010/wordml" w:rsidRPr="009C54AE" w:rsidR="000F0AB3" w:rsidTr="000F0AB3" w14:paraId="3196857C" wp14:textId="77777777">
        <w:tc>
          <w:tcPr>
            <w:tcW w:w="1681" w:type="dxa"/>
          </w:tcPr>
          <w:p w:rsidRPr="009C54AE" w:rsidR="000F0AB3" w:rsidP="000F0AB3" w:rsidRDefault="000F0AB3" w14:paraId="0C20417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Pr="009C54AE" w:rsidR="000F0AB3" w:rsidP="000F0AB3" w:rsidRDefault="000F0AB3" w14:paraId="1A29A40B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EF177E">
              <w:rPr>
                <w:rFonts w:ascii="Corbel" w:hAnsi="Corbel"/>
                <w:b w:val="0"/>
                <w:smallCaps w:val="0"/>
                <w:szCs w:val="24"/>
              </w:rPr>
              <w:t xml:space="preserve">w ramach opracowywania pakietu usług społecznych </w:t>
            </w:r>
            <w:r w:rsidRPr="001E295C">
              <w:rPr>
                <w:rFonts w:ascii="Corbel" w:hAnsi="Corbel"/>
                <w:b w:val="0"/>
                <w:smallCaps w:val="0"/>
                <w:szCs w:val="24"/>
              </w:rPr>
              <w:t>potrafi tworzyć międzygrupowe sieci współpracy i komuni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kow</w:t>
            </w:r>
            <w:r w:rsidR="0082207F">
              <w:rPr>
                <w:rFonts w:ascii="Corbel" w:hAnsi="Corbel"/>
                <w:b w:val="0"/>
                <w:smallCaps w:val="0"/>
                <w:szCs w:val="24"/>
              </w:rPr>
              <w:t xml:space="preserve">ać się na poziomie </w:t>
            </w:r>
            <w:proofErr w:type="spellStart"/>
            <w:r w:rsidR="0082207F">
              <w:rPr>
                <w:rFonts w:ascii="Corbel" w:hAnsi="Corbel"/>
                <w:b w:val="0"/>
                <w:smallCaps w:val="0"/>
                <w:szCs w:val="24"/>
              </w:rPr>
              <w:t>mikro-mezo</w:t>
            </w:r>
            <w:proofErr w:type="spellEnd"/>
            <w:r w:rsidR="0082207F">
              <w:rPr>
                <w:rFonts w:ascii="Corbel" w:hAnsi="Corbel"/>
                <w:b w:val="0"/>
                <w:smallCaps w:val="0"/>
                <w:szCs w:val="24"/>
              </w:rPr>
              <w:t xml:space="preserve"> i 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makro struktury</w:t>
            </w:r>
            <w:r w:rsidRPr="001E295C">
              <w:rPr>
                <w:rFonts w:ascii="Corbel" w:hAnsi="Corbel"/>
                <w:b w:val="0"/>
                <w:smallCaps w:val="0"/>
                <w:szCs w:val="24"/>
              </w:rPr>
              <w:t>, wykorzystując różne kanały informacyjne</w:t>
            </w:r>
            <w:r w:rsidR="00EF177E">
              <w:rPr>
                <w:rFonts w:ascii="Corbel" w:hAnsi="Corbel"/>
                <w:b w:val="0"/>
                <w:smallCaps w:val="0"/>
                <w:szCs w:val="24"/>
              </w:rPr>
              <w:t xml:space="preserve"> (zarówno oficjalne jak i nieoficjalne)</w:t>
            </w:r>
            <w:r w:rsidRPr="001E295C">
              <w:rPr>
                <w:rFonts w:ascii="Corbel" w:hAnsi="Corbel"/>
                <w:b w:val="0"/>
                <w:smallCaps w:val="0"/>
                <w:szCs w:val="24"/>
              </w:rPr>
              <w:t xml:space="preserve">, uwzględniając poglądy i opinie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swoich </w:t>
            </w:r>
            <w:r w:rsidRPr="001E295C">
              <w:rPr>
                <w:rFonts w:ascii="Corbel" w:hAnsi="Corbel"/>
                <w:b w:val="0"/>
                <w:smallCaps w:val="0"/>
                <w:szCs w:val="24"/>
              </w:rPr>
              <w:t>współpracowników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E295C">
              <w:rPr>
                <w:rFonts w:ascii="Corbel" w:hAnsi="Corbel"/>
                <w:b w:val="0"/>
                <w:smallCaps w:val="0"/>
                <w:szCs w:val="24"/>
              </w:rPr>
              <w:t xml:space="preserve"> a także klientów pomocy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Pr="009C54AE" w:rsidR="000F0AB3" w:rsidP="000F0AB3" w:rsidRDefault="000F0AB3" w14:paraId="621F473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01A7">
              <w:rPr>
                <w:rFonts w:ascii="Corbel" w:hAnsi="Corbel"/>
                <w:b w:val="0"/>
                <w:smallCaps w:val="0"/>
                <w:szCs w:val="24"/>
              </w:rPr>
              <w:t>K_K08</w:t>
            </w:r>
          </w:p>
        </w:tc>
      </w:tr>
    </w:tbl>
    <w:p xmlns:wp14="http://schemas.microsoft.com/office/word/2010/wordml" w:rsidRPr="009C54AE" w:rsidR="0085747A" w:rsidP="009C54AE" w:rsidRDefault="0085747A" w14:paraId="4B94D5A5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675843" w14:paraId="44E1D115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9C54AE" w:rsidR="0085747A" w:rsidP="009C54AE" w:rsidRDefault="0085747A" w14:paraId="7D0EF860" wp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xmlns:wp14="http://schemas.microsoft.com/office/word/2010/wordml" w:rsidRPr="009C54AE" w:rsidR="00675843" w:rsidP="009C54AE" w:rsidRDefault="00675843" w14:paraId="3DEEC669" wp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520"/>
      </w:tblGrid>
      <w:tr xmlns:wp14="http://schemas.microsoft.com/office/word/2010/wordml" w:rsidRPr="009C54AE" w:rsidR="0085747A" w:rsidTr="00673977" w14:paraId="587EA2A8" wp14:textId="77777777">
        <w:tc>
          <w:tcPr>
            <w:tcW w:w="9520" w:type="dxa"/>
          </w:tcPr>
          <w:p w:rsidRPr="00673977" w:rsidR="0085747A" w:rsidP="009C54AE" w:rsidRDefault="0085747A" w14:paraId="35113026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73977">
              <w:rPr>
                <w:rFonts w:ascii="Corbel" w:hAnsi="Corbel"/>
                <w:b/>
                <w:bCs/>
                <w:sz w:val="24"/>
                <w:szCs w:val="24"/>
              </w:rPr>
              <w:lastRenderedPageBreak/>
              <w:t>Treści merytoryczne</w:t>
            </w:r>
          </w:p>
        </w:tc>
      </w:tr>
      <w:tr xmlns:wp14="http://schemas.microsoft.com/office/word/2010/wordml" w:rsidRPr="009C54AE" w:rsidR="0085747A" w:rsidTr="00673977" w14:paraId="3AC2E41B" wp14:textId="77777777">
        <w:tc>
          <w:tcPr>
            <w:tcW w:w="9520" w:type="dxa"/>
          </w:tcPr>
          <w:p w:rsidRPr="009C54AE" w:rsidR="0085747A" w:rsidP="009C54AE" w:rsidRDefault="00673977" w14:paraId="09D9AC6E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xmlns:wp14="http://schemas.microsoft.com/office/word/2010/wordml" w:rsidRPr="009C54AE" w:rsidR="0085747A" w:rsidP="009C54AE" w:rsidRDefault="0085747A" w14:paraId="3656B9AB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25513626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xmlns:wp14="http://schemas.microsoft.com/office/word/2010/wordml" w:rsidRPr="009C54AE" w:rsidR="0085747A" w:rsidP="009C54AE" w:rsidRDefault="0085747A" w14:paraId="45FB0818" wp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520"/>
      </w:tblGrid>
      <w:tr xmlns:wp14="http://schemas.microsoft.com/office/word/2010/wordml" w:rsidRPr="009C54AE" w:rsidR="0085747A" w:rsidTr="00E45A74" w14:paraId="55225495" wp14:textId="77777777">
        <w:tc>
          <w:tcPr>
            <w:tcW w:w="9520" w:type="dxa"/>
          </w:tcPr>
          <w:p w:rsidRPr="00E45A74" w:rsidR="0085747A" w:rsidP="009C54AE" w:rsidRDefault="0085747A" w14:paraId="5D69D229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45A74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E45A74" w:rsidTr="00E45A74" w14:paraId="1BF3FB57" wp14:textId="77777777">
        <w:tc>
          <w:tcPr>
            <w:tcW w:w="9520" w:type="dxa"/>
          </w:tcPr>
          <w:p w:rsidRPr="009C54AE" w:rsidR="00E45A74" w:rsidP="00E45A74" w:rsidRDefault="00E45A74" w14:paraId="26721F49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33C2">
              <w:rPr>
                <w:rFonts w:ascii="Corbel" w:hAnsi="Corbel"/>
                <w:sz w:val="24"/>
                <w:szCs w:val="24"/>
              </w:rPr>
              <w:t>Usługi społeczne – pojęcie, cechy, klasyfikacja oraz zakres.</w:t>
            </w:r>
          </w:p>
        </w:tc>
      </w:tr>
      <w:tr xmlns:wp14="http://schemas.microsoft.com/office/word/2010/wordml" w:rsidRPr="009C54AE" w:rsidR="00E45A74" w:rsidTr="00E45A74" w14:paraId="0DE416A8" wp14:textId="77777777">
        <w:tc>
          <w:tcPr>
            <w:tcW w:w="9520" w:type="dxa"/>
          </w:tcPr>
          <w:p w:rsidRPr="009C54AE" w:rsidR="00E45A74" w:rsidP="00E45A74" w:rsidRDefault="00E45A74" w14:paraId="1F3E8FA7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33C2">
              <w:rPr>
                <w:rFonts w:ascii="Corbel" w:hAnsi="Corbel"/>
                <w:sz w:val="24"/>
                <w:szCs w:val="24"/>
              </w:rPr>
              <w:t>Koncepcja aktywnej polityki społecznej oraz funkcje i zadania wsparcia społecznego.</w:t>
            </w:r>
          </w:p>
        </w:tc>
      </w:tr>
      <w:tr xmlns:wp14="http://schemas.microsoft.com/office/word/2010/wordml" w:rsidRPr="009C54AE" w:rsidR="00E45A74" w:rsidTr="00E45A74" w14:paraId="47CA4EC8" wp14:textId="77777777">
        <w:tc>
          <w:tcPr>
            <w:tcW w:w="9520" w:type="dxa"/>
          </w:tcPr>
          <w:p w:rsidRPr="009C54AE" w:rsidR="00E45A74" w:rsidP="00E45A74" w:rsidRDefault="00E45A74" w14:paraId="6064B581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33C2">
              <w:rPr>
                <w:rFonts w:ascii="Corbel" w:hAnsi="Corbel"/>
                <w:sz w:val="24"/>
                <w:szCs w:val="24"/>
              </w:rPr>
              <w:t>Rola samorządu terytorialnego w zarządzaniu usługami publicznymi na poziomie gminy, powiatu, województwa. Zadania i funkcje Jednostek Samorządu Terytorialnego w zakresie realizacji zadań publicznych.</w:t>
            </w:r>
          </w:p>
        </w:tc>
      </w:tr>
      <w:tr xmlns:wp14="http://schemas.microsoft.com/office/word/2010/wordml" w:rsidRPr="009C54AE" w:rsidR="00E45A74" w:rsidTr="00E45A74" w14:paraId="2A29EADC" wp14:textId="77777777">
        <w:tc>
          <w:tcPr>
            <w:tcW w:w="9520" w:type="dxa"/>
          </w:tcPr>
          <w:p w:rsidRPr="009C54AE" w:rsidR="00E45A74" w:rsidP="00E45A74" w:rsidRDefault="00E45A74" w14:paraId="11F23E8C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33C2">
              <w:rPr>
                <w:rFonts w:ascii="Corbel" w:hAnsi="Corbel"/>
                <w:sz w:val="24"/>
                <w:szCs w:val="24"/>
              </w:rPr>
              <w:t>Zlecanie zadań w ramach kontraktowania usług społecznych.</w:t>
            </w:r>
          </w:p>
        </w:tc>
      </w:tr>
      <w:tr xmlns:wp14="http://schemas.microsoft.com/office/word/2010/wordml" w:rsidRPr="009C54AE" w:rsidR="00E45A74" w:rsidTr="00E45A74" w14:paraId="543B462D" wp14:textId="77777777">
        <w:tc>
          <w:tcPr>
            <w:tcW w:w="9520" w:type="dxa"/>
          </w:tcPr>
          <w:p w:rsidRPr="009C54AE" w:rsidR="00E45A74" w:rsidP="00E45A74" w:rsidRDefault="00E45A74" w14:paraId="5F3F92F2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33C2">
              <w:rPr>
                <w:rFonts w:ascii="Corbel" w:hAnsi="Corbel"/>
                <w:sz w:val="24"/>
                <w:szCs w:val="24"/>
              </w:rPr>
              <w:t>Znaczenie podmiotów trzeciego sektora w systemie tworzenia środowiskowych usług społecznych.</w:t>
            </w:r>
          </w:p>
        </w:tc>
      </w:tr>
      <w:tr xmlns:wp14="http://schemas.microsoft.com/office/word/2010/wordml" w:rsidRPr="009C54AE" w:rsidR="00E45A74" w:rsidTr="00E45A74" w14:paraId="50D8EDB7" wp14:textId="77777777">
        <w:tc>
          <w:tcPr>
            <w:tcW w:w="9520" w:type="dxa"/>
          </w:tcPr>
          <w:p w:rsidRPr="009C54AE" w:rsidR="00E45A74" w:rsidP="00E45A74" w:rsidRDefault="00E45A74" w14:paraId="65883B1E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33C2">
              <w:rPr>
                <w:rFonts w:ascii="Corbel" w:hAnsi="Corbel"/>
                <w:sz w:val="24"/>
                <w:szCs w:val="24"/>
              </w:rPr>
              <w:t>Budowanie pakietu usług pomocy i integracji w ramach: instrumentów aktywizacji społecznej oraz zawodowej; pomocy dla osób chorych i uzależnion</w:t>
            </w:r>
            <w:r w:rsidR="0082207F">
              <w:rPr>
                <w:rFonts w:ascii="Corbel" w:hAnsi="Corbel"/>
                <w:sz w:val="24"/>
                <w:szCs w:val="24"/>
              </w:rPr>
              <w:t>ych; usług dla osób starszych i </w:t>
            </w:r>
            <w:r w:rsidRPr="006E33C2">
              <w:rPr>
                <w:rFonts w:ascii="Corbel" w:hAnsi="Corbel"/>
                <w:sz w:val="24"/>
                <w:szCs w:val="24"/>
              </w:rPr>
              <w:t>niepełnosprawnych; usług dla dzieci i młodzieży; usług kierowanych do dla rodzin z</w:t>
            </w:r>
            <w:r>
              <w:rPr>
                <w:rFonts w:ascii="Corbel" w:hAnsi="Corbel"/>
                <w:sz w:val="24"/>
                <w:szCs w:val="24"/>
              </w:rPr>
              <w:t xml:space="preserve"> dziećmi.</w:t>
            </w:r>
          </w:p>
        </w:tc>
      </w:tr>
      <w:tr xmlns:wp14="http://schemas.microsoft.com/office/word/2010/wordml" w:rsidRPr="009C54AE" w:rsidR="00E45A74" w:rsidTr="00E45A74" w14:paraId="1088882B" wp14:textId="77777777">
        <w:tc>
          <w:tcPr>
            <w:tcW w:w="9520" w:type="dxa"/>
          </w:tcPr>
          <w:p w:rsidRPr="009C54AE" w:rsidR="00E45A74" w:rsidP="00E45A74" w:rsidRDefault="00E45A74" w14:paraId="45C32FE0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33C2">
              <w:rPr>
                <w:rFonts w:ascii="Corbel" w:hAnsi="Corbel"/>
                <w:sz w:val="24"/>
                <w:szCs w:val="24"/>
              </w:rPr>
              <w:t>Usługi społeczne w obszarze pomocy społecznej na przykładzie działań opiekunki środowiskowej. Zakres oferty, pod</w:t>
            </w:r>
            <w:r>
              <w:rPr>
                <w:rFonts w:ascii="Corbel" w:hAnsi="Corbel"/>
                <w:sz w:val="24"/>
                <w:szCs w:val="24"/>
              </w:rPr>
              <w:t xml:space="preserve">stawy prawne, dostępność. </w:t>
            </w:r>
          </w:p>
        </w:tc>
      </w:tr>
    </w:tbl>
    <w:p xmlns:wp14="http://schemas.microsoft.com/office/word/2010/wordml" w:rsidRPr="009C54AE" w:rsidR="0085747A" w:rsidP="009C54AE" w:rsidRDefault="0085747A" w14:paraId="049F31CB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9F4610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82207F" w:rsidR="00E45A74" w:rsidP="00E45A74" w:rsidRDefault="00E45A74" w14:paraId="475D3845" wp14:textId="77777777">
      <w:pPr>
        <w:pStyle w:val="Punktygwne"/>
        <w:rPr>
          <w:rFonts w:ascii="Corbel" w:hAnsi="Corbel"/>
          <w:b w:val="0"/>
          <w:i/>
          <w:smallCaps w:val="0"/>
          <w:szCs w:val="24"/>
        </w:rPr>
      </w:pPr>
      <w:r w:rsidRPr="0082207F">
        <w:rPr>
          <w:rFonts w:ascii="Corbel" w:hAnsi="Corbel"/>
          <w:b w:val="0"/>
          <w:i/>
          <w:smallCaps w:val="0"/>
          <w:szCs w:val="24"/>
        </w:rPr>
        <w:t>Wykład z prezentacją multimedialną, analiza tekstów z dyskusją.</w:t>
      </w:r>
    </w:p>
    <w:p xmlns:wp14="http://schemas.microsoft.com/office/word/2010/wordml" w:rsidR="00E960BB" w:rsidP="009C54AE" w:rsidRDefault="00E960BB" w14:paraId="53128261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C61DC5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62486C05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9C54AE" w:rsidR="0085747A" w:rsidP="009C54AE" w:rsidRDefault="0085747A" w14:paraId="4101652C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962"/>
        <w:gridCol w:w="5441"/>
        <w:gridCol w:w="2117"/>
      </w:tblGrid>
      <w:tr xmlns:wp14="http://schemas.microsoft.com/office/word/2010/wordml" w:rsidRPr="009C54AE" w:rsidR="0085747A" w:rsidTr="00E45A74" w14:paraId="3CD72C34" wp14:textId="77777777">
        <w:tc>
          <w:tcPr>
            <w:tcW w:w="1962" w:type="dxa"/>
            <w:vAlign w:val="center"/>
          </w:tcPr>
          <w:p w:rsidRPr="009C54AE" w:rsidR="0085747A" w:rsidP="009C54AE" w:rsidRDefault="0071620A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Pr="009C54AE" w:rsidR="00E45A74" w:rsidTr="00E45A74" w14:paraId="594BC04D" wp14:textId="77777777">
        <w:tc>
          <w:tcPr>
            <w:tcW w:w="1962" w:type="dxa"/>
          </w:tcPr>
          <w:p w:rsidRPr="009C54AE" w:rsidR="00E45A74" w:rsidP="00E45A74" w:rsidRDefault="0082207F" w14:paraId="57B5F2D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 w:rsidR="00E45A74">
              <w:rPr>
                <w:rFonts w:ascii="Corbel" w:hAnsi="Corbel"/>
                <w:b w:val="0"/>
                <w:szCs w:val="24"/>
              </w:rPr>
              <w:t>k</w:t>
            </w:r>
            <w:proofErr w:type="spellEnd"/>
            <w:r w:rsidRPr="009C54AE" w:rsidR="00E45A7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Pr="009C54AE" w:rsidR="00E45A74" w:rsidP="00E45A74" w:rsidRDefault="00E45A74" w14:paraId="4E0D8DF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F25ABC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Pr="009C54AE" w:rsidR="00E45A74" w:rsidP="0082207F" w:rsidRDefault="00E45A74" w14:paraId="0F810EE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82207F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xmlns:wp14="http://schemas.microsoft.com/office/word/2010/wordml" w:rsidRPr="009C54AE" w:rsidR="00E45A74" w:rsidTr="00E45A74" w14:paraId="4E9CC697" wp14:textId="77777777">
        <w:tc>
          <w:tcPr>
            <w:tcW w:w="1962" w:type="dxa"/>
          </w:tcPr>
          <w:p w:rsidRPr="009C54AE" w:rsidR="00E45A74" w:rsidP="00E45A74" w:rsidRDefault="00E45A74" w14:paraId="727CF0E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9C54AE" w:rsidR="00E45A74" w:rsidP="00E45A74" w:rsidRDefault="00E45A74" w14:paraId="2D50CC7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Pr="009C54AE" w:rsidR="00E45A74" w:rsidP="00E45A74" w:rsidRDefault="0082207F" w14:paraId="64422AC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xmlns:wp14="http://schemas.microsoft.com/office/word/2010/wordml" w:rsidRPr="009C54AE" w:rsidR="00E45A74" w:rsidTr="00E45A74" w14:paraId="445A8DB7" wp14:textId="77777777">
        <w:tc>
          <w:tcPr>
            <w:tcW w:w="1962" w:type="dxa"/>
          </w:tcPr>
          <w:p w:rsidRPr="009C54AE" w:rsidR="00E45A74" w:rsidP="00E45A74" w:rsidRDefault="00E45A74" w14:paraId="1D652CB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Pr="009C54AE" w:rsidR="00E45A74" w:rsidP="00E45A74" w:rsidRDefault="00E45A74" w14:paraId="6D785A1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:rsidRPr="009C54AE" w:rsidR="00E45A74" w:rsidP="00E45A74" w:rsidRDefault="0082207F" w14:paraId="2A29A37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xmlns:wp14="http://schemas.microsoft.com/office/word/2010/wordml" w:rsidRPr="009C54AE" w:rsidR="00E45A74" w:rsidTr="00E45A74" w14:paraId="0C9A79CD" wp14:textId="77777777">
        <w:tc>
          <w:tcPr>
            <w:tcW w:w="1962" w:type="dxa"/>
          </w:tcPr>
          <w:p w:rsidRPr="009C54AE" w:rsidR="00E45A74" w:rsidP="00E45A74" w:rsidRDefault="00E45A74" w14:paraId="779004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Pr="009C54AE" w:rsidR="00E45A74" w:rsidP="00E45A74" w:rsidRDefault="00E45A74" w14:paraId="6D00620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25ABC"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:rsidRPr="009C54AE" w:rsidR="00E45A74" w:rsidP="00E45A74" w:rsidRDefault="0082207F" w14:paraId="7A35874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xmlns:wp14="http://schemas.microsoft.com/office/word/2010/wordml" w:rsidRPr="009C54AE" w:rsidR="00E45A74" w:rsidTr="00E45A74" w14:paraId="24BEA77D" wp14:textId="77777777">
        <w:tc>
          <w:tcPr>
            <w:tcW w:w="1962" w:type="dxa"/>
          </w:tcPr>
          <w:p w:rsidRPr="009C54AE" w:rsidR="00E45A74" w:rsidP="00E45A74" w:rsidRDefault="00E45A74" w14:paraId="6F8CEE4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Pr="009C54AE" w:rsidR="00E45A74" w:rsidP="00E45A74" w:rsidRDefault="00E45A74" w14:paraId="7E1ACAA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62F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9C54AE" w:rsidR="00E45A74" w:rsidP="00E45A74" w:rsidRDefault="0082207F" w14:paraId="1770F88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xmlns:wp14="http://schemas.microsoft.com/office/word/2010/wordml" w:rsidRPr="009C54AE" w:rsidR="00923D7D" w:rsidP="009C54AE" w:rsidRDefault="00923D7D" w14:paraId="4B99056E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3E1941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1299C43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70"/>
      </w:tblGrid>
      <w:tr xmlns:wp14="http://schemas.microsoft.com/office/word/2010/wordml" w:rsidRPr="009C54AE" w:rsidR="0085747A" w:rsidTr="00923D7D" w14:paraId="2390C6BC" wp14:textId="77777777">
        <w:tc>
          <w:tcPr>
            <w:tcW w:w="9670" w:type="dxa"/>
          </w:tcPr>
          <w:p w:rsidRPr="00BA3789" w:rsidR="00E45A74" w:rsidP="00E45A74" w:rsidRDefault="00E45A74" w14:paraId="38FE5462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BA3789">
              <w:rPr>
                <w:rFonts w:ascii="Corbel" w:hAnsi="Corbel"/>
                <w:b/>
                <w:sz w:val="24"/>
                <w:szCs w:val="24"/>
              </w:rPr>
              <w:t>Szczegółowe warunki zaliczenia przedmiotu:</w:t>
            </w:r>
          </w:p>
          <w:p w:rsidRPr="00472ADB" w:rsidR="00E45A74" w:rsidP="00E45A74" w:rsidRDefault="00E45A74" w14:paraId="4DE0FB3E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2ADB">
              <w:rPr>
                <w:rFonts w:ascii="Corbel" w:hAnsi="Corbel"/>
                <w:sz w:val="24"/>
                <w:szCs w:val="24"/>
              </w:rPr>
              <w:t>1. Ocena końcowa</w:t>
            </w:r>
            <w:r>
              <w:rPr>
                <w:rFonts w:ascii="Corbel" w:hAnsi="Corbel"/>
                <w:sz w:val="24"/>
                <w:szCs w:val="24"/>
              </w:rPr>
              <w:t xml:space="preserve"> z kolokwium zaliczeniowego – 100 % oceny końcowej.</w:t>
            </w:r>
          </w:p>
          <w:p w:rsidRPr="00472ADB" w:rsidR="00E45A74" w:rsidP="00E45A74" w:rsidRDefault="00E45A74" w14:paraId="2F0D8FF7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2ADB">
              <w:rPr>
                <w:rFonts w:ascii="Corbel" w:hAnsi="Corbel"/>
                <w:sz w:val="24"/>
                <w:szCs w:val="24"/>
              </w:rPr>
              <w:t>2. Aktywność na zajęciach i udział w dyskus</w:t>
            </w:r>
            <w:r>
              <w:rPr>
                <w:rFonts w:ascii="Corbel" w:hAnsi="Corbel"/>
                <w:sz w:val="24"/>
                <w:szCs w:val="24"/>
              </w:rPr>
              <w:t xml:space="preserve">ji – dodatkowo maksymalnie 10% (wynik nie może przekroczyć 100%). </w:t>
            </w:r>
          </w:p>
          <w:p w:rsidRPr="00BA3789" w:rsidR="00E45A74" w:rsidP="00E45A74" w:rsidRDefault="00E45A74" w14:paraId="7032AF53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3789">
              <w:rPr>
                <w:rFonts w:ascii="Corbel" w:hAnsi="Corbel"/>
                <w:sz w:val="24"/>
                <w:szCs w:val="24"/>
              </w:rPr>
              <w:t>Łączna suma punktów procentowych (%) uzyskanych z każdego zadania cząstkowego, będzie ostatecznie odnoszona do skali z oceną finalną (od 2.0 do 5.0), która jest załączona poniżej:</w:t>
            </w:r>
          </w:p>
          <w:p w:rsidRPr="00BA3789" w:rsidR="00E45A74" w:rsidP="00E45A74" w:rsidRDefault="00E45A74" w14:paraId="4DB9F6DB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3789">
              <w:rPr>
                <w:rFonts w:ascii="Corbel" w:hAnsi="Corbel"/>
                <w:sz w:val="24"/>
                <w:szCs w:val="24"/>
              </w:rPr>
              <w:t>• 91% - 100% (5.0)</w:t>
            </w:r>
          </w:p>
          <w:p w:rsidRPr="00BA3789" w:rsidR="00E45A74" w:rsidP="00E45A74" w:rsidRDefault="00E45A74" w14:paraId="642E75E3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3789">
              <w:rPr>
                <w:rFonts w:ascii="Corbel" w:hAnsi="Corbel"/>
                <w:sz w:val="24"/>
                <w:szCs w:val="24"/>
              </w:rPr>
              <w:t>• 82% - 90% (4.5)</w:t>
            </w:r>
          </w:p>
          <w:p w:rsidRPr="00BA3789" w:rsidR="00E45A74" w:rsidP="00E45A74" w:rsidRDefault="00E45A74" w14:paraId="15D4E5FD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3789">
              <w:rPr>
                <w:rFonts w:ascii="Corbel" w:hAnsi="Corbel"/>
                <w:sz w:val="24"/>
                <w:szCs w:val="24"/>
              </w:rPr>
              <w:lastRenderedPageBreak/>
              <w:t>• 73% - 81% (4.0)</w:t>
            </w:r>
          </w:p>
          <w:p w:rsidRPr="00BA3789" w:rsidR="00E45A74" w:rsidP="00E45A74" w:rsidRDefault="00E45A74" w14:paraId="243E0A53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3789">
              <w:rPr>
                <w:rFonts w:ascii="Corbel" w:hAnsi="Corbel"/>
                <w:sz w:val="24"/>
                <w:szCs w:val="24"/>
              </w:rPr>
              <w:t>• 64% - 72% (3.5)</w:t>
            </w:r>
          </w:p>
          <w:p w:rsidRPr="00BA3789" w:rsidR="00E45A74" w:rsidP="00E45A74" w:rsidRDefault="00E45A74" w14:paraId="141FAEA1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3789">
              <w:rPr>
                <w:rFonts w:ascii="Corbel" w:hAnsi="Corbel"/>
                <w:sz w:val="24"/>
                <w:szCs w:val="24"/>
              </w:rPr>
              <w:t>• 55% - 63% (3.0)</w:t>
            </w:r>
          </w:p>
          <w:p w:rsidRPr="00E45A74" w:rsidR="0085747A" w:rsidP="009C54AE" w:rsidRDefault="00E45A74" w14:paraId="7F9FB3C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45A74">
              <w:rPr>
                <w:rFonts w:ascii="Corbel" w:hAnsi="Corbel"/>
                <w:b w:val="0"/>
                <w:bCs/>
                <w:szCs w:val="24"/>
              </w:rPr>
              <w:t>• poniżej 55% (2.0).</w:t>
            </w:r>
          </w:p>
        </w:tc>
      </w:tr>
    </w:tbl>
    <w:p xmlns:wp14="http://schemas.microsoft.com/office/word/2010/wordml" w:rsidRPr="009C54AE" w:rsidR="0085747A" w:rsidP="009C54AE" w:rsidRDefault="0085747A" w14:paraId="4DDBEF00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9C54AE" w:rsidR="0085747A" w:rsidP="009C54AE" w:rsidRDefault="0085747A" w14:paraId="3461D779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4902"/>
        <w:gridCol w:w="4618"/>
      </w:tblGrid>
      <w:tr xmlns:wp14="http://schemas.microsoft.com/office/word/2010/wordml" w:rsidRPr="009C54AE" w:rsidR="0085747A" w:rsidTr="00E45A74" w14:paraId="63D9DE79" wp14:textId="77777777">
        <w:tc>
          <w:tcPr>
            <w:tcW w:w="4902" w:type="dxa"/>
            <w:vAlign w:val="center"/>
          </w:tcPr>
          <w:p w:rsidRPr="009C54AE" w:rsidR="0085747A" w:rsidP="009C54AE" w:rsidRDefault="00C61DC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Pr="009C54AE" w:rsidR="0085747A" w:rsidP="009C54AE" w:rsidRDefault="00C61DC5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9C54AE" w:rsidR="00E45A74" w:rsidTr="00E45A74" w14:paraId="110FDCF0" wp14:textId="77777777">
        <w:tc>
          <w:tcPr>
            <w:tcW w:w="4902" w:type="dxa"/>
          </w:tcPr>
          <w:p w:rsidRPr="009C54AE" w:rsidR="00E45A74" w:rsidP="00E45A74" w:rsidRDefault="00E45A74" w14:paraId="1943409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Pr="009C54AE" w:rsidR="00E45A74" w:rsidP="00E45A74" w:rsidRDefault="00E45A74" w14:paraId="423D4B9D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xmlns:wp14="http://schemas.microsoft.com/office/word/2010/wordml" w:rsidRPr="009C54AE" w:rsidR="00E45A74" w:rsidTr="00E45A74" w14:paraId="409F0BAA" wp14:textId="77777777">
        <w:tc>
          <w:tcPr>
            <w:tcW w:w="4902" w:type="dxa"/>
          </w:tcPr>
          <w:p w:rsidRPr="009C54AE" w:rsidR="00E45A74" w:rsidP="00E45A74" w:rsidRDefault="00E45A74" w14:paraId="2750A6C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E45A74" w:rsidP="00E45A74" w:rsidRDefault="00E45A74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Pr="009C54AE" w:rsidR="00E45A74" w:rsidP="00E45A74" w:rsidRDefault="00E45A74" w14:paraId="5D369756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xmlns:wp14="http://schemas.microsoft.com/office/word/2010/wordml" w:rsidRPr="009C54AE" w:rsidR="00E45A74" w:rsidTr="00E45A74" w14:paraId="5789C832" wp14:textId="77777777">
        <w:tc>
          <w:tcPr>
            <w:tcW w:w="4902" w:type="dxa"/>
          </w:tcPr>
          <w:p w:rsidRPr="009C54AE" w:rsidR="00E45A74" w:rsidP="00E45A74" w:rsidRDefault="00E45A74" w14:paraId="7660431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E45A74" w:rsidP="00E45A74" w:rsidRDefault="00E45A74" w14:paraId="1937B81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:rsidRPr="009C54AE" w:rsidR="00E45A74" w:rsidP="00E45A74" w:rsidRDefault="00E45A74" w14:paraId="68861898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xmlns:wp14="http://schemas.microsoft.com/office/word/2010/wordml" w:rsidRPr="009C54AE" w:rsidR="00E45A74" w:rsidTr="00E45A74" w14:paraId="2B55E3E1" wp14:textId="77777777">
        <w:tc>
          <w:tcPr>
            <w:tcW w:w="4902" w:type="dxa"/>
          </w:tcPr>
          <w:p w:rsidRPr="009C54AE" w:rsidR="00E45A74" w:rsidP="00E45A74" w:rsidRDefault="00E45A74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Pr="009C54AE" w:rsidR="00E45A74" w:rsidP="00E45A74" w:rsidRDefault="00E45A74" w14:paraId="58A771A2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xmlns:wp14="http://schemas.microsoft.com/office/word/2010/wordml" w:rsidRPr="009C54AE" w:rsidR="00E45A74" w:rsidTr="00E45A74" w14:paraId="42922784" wp14:textId="77777777">
        <w:tc>
          <w:tcPr>
            <w:tcW w:w="4902" w:type="dxa"/>
          </w:tcPr>
          <w:p w:rsidRPr="009C54AE" w:rsidR="00E45A74" w:rsidP="00E45A74" w:rsidRDefault="00E45A74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Pr="009C54AE" w:rsidR="00E45A74" w:rsidP="00E45A74" w:rsidRDefault="00E45A74" w14:paraId="0B778152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B36E9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xmlns:wp14="http://schemas.microsoft.com/office/word/2010/wordml" w:rsidRPr="009C54AE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Pr="009C54AE" w:rsidR="003E1941" w:rsidP="009C54AE" w:rsidRDefault="003E1941" w14:paraId="3CF2D8B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71620A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9C54AE" w:rsidR="0085747A" w:rsidP="009C54AE" w:rsidRDefault="0085747A" w14:paraId="0FB78278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3544"/>
        <w:gridCol w:w="3969"/>
      </w:tblGrid>
      <w:tr xmlns:wp14="http://schemas.microsoft.com/office/word/2010/wordml" w:rsidRPr="009C54AE" w:rsidR="002D707B" w:rsidTr="0071620A" w14:paraId="0E8E8FC4" wp14:textId="77777777">
        <w:trPr>
          <w:trHeight w:val="397"/>
        </w:trPr>
        <w:tc>
          <w:tcPr>
            <w:tcW w:w="3544" w:type="dxa"/>
          </w:tcPr>
          <w:p w:rsidRPr="009C54AE" w:rsidR="002D707B" w:rsidP="002D707B" w:rsidRDefault="002D707B" w14:paraId="146D669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name="_GoBack" w:colFirst="1" w:colLast="1" w:id="0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82207F" w:rsidR="002D707B" w:rsidP="002D707B" w:rsidRDefault="002D707B" w14:paraId="5AA2FE90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2207F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xmlns:wp14="http://schemas.microsoft.com/office/word/2010/wordml" w:rsidRPr="009C54AE" w:rsidR="002D707B" w:rsidTr="0071620A" w14:paraId="605F859D" wp14:textId="77777777">
        <w:trPr>
          <w:trHeight w:val="397"/>
        </w:trPr>
        <w:tc>
          <w:tcPr>
            <w:tcW w:w="3544" w:type="dxa"/>
          </w:tcPr>
          <w:p w:rsidRPr="009C54AE" w:rsidR="002D707B" w:rsidP="002D707B" w:rsidRDefault="002D707B" w14:paraId="05EFD70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82207F" w:rsidR="002D707B" w:rsidP="002D707B" w:rsidRDefault="002D707B" w14:paraId="3752449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207F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bookmarkEnd w:id="0"/>
    </w:tbl>
    <w:p xmlns:wp14="http://schemas.microsoft.com/office/word/2010/wordml" w:rsidRPr="009C54AE" w:rsidR="003E1941" w:rsidP="009C54AE" w:rsidRDefault="003E1941" w14:paraId="1FC39945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675843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675843" w:rsidP="009C54AE" w:rsidRDefault="00675843" w14:paraId="0562CB0E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7513"/>
      </w:tblGrid>
      <w:tr xmlns:wp14="http://schemas.microsoft.com/office/word/2010/wordml" w:rsidRPr="009C54AE" w:rsidR="00E45A74" w:rsidTr="0071620A" w14:paraId="3CF0B20D" wp14:textId="77777777">
        <w:trPr>
          <w:trHeight w:val="397"/>
        </w:trPr>
        <w:tc>
          <w:tcPr>
            <w:tcW w:w="7513" w:type="dxa"/>
          </w:tcPr>
          <w:p w:rsidRPr="00811989" w:rsidR="00E45A74" w:rsidP="00E45A74" w:rsidRDefault="00E45A74" w14:paraId="729C9695" wp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1198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82207F" w:rsidR="00E45A74" w:rsidP="00DA1605" w:rsidRDefault="00E45A74" w14:paraId="1C48735D" wp14:textId="77777777">
            <w:pPr>
              <w:spacing w:after="0"/>
              <w:ind w:left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82207F">
              <w:rPr>
                <w:rFonts w:ascii="Corbel" w:hAnsi="Corbel"/>
                <w:color w:val="000000"/>
                <w:sz w:val="24"/>
                <w:szCs w:val="24"/>
              </w:rPr>
              <w:t>Denek E.</w:t>
            </w:r>
            <w:r w:rsidR="0082207F">
              <w:rPr>
                <w:rFonts w:ascii="Corbel" w:hAnsi="Corbel"/>
                <w:color w:val="000000"/>
                <w:sz w:val="24"/>
                <w:szCs w:val="24"/>
              </w:rPr>
              <w:t xml:space="preserve"> (2003).</w:t>
            </w:r>
            <w:r w:rsidRPr="0082207F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2F61A9">
              <w:rPr>
                <w:rFonts w:ascii="Corbel" w:hAnsi="Corbel"/>
                <w:iCs/>
                <w:color w:val="000000"/>
                <w:sz w:val="24"/>
                <w:szCs w:val="24"/>
              </w:rPr>
              <w:t>Rola samorządu terytorialnego w świadczeniu usług społecznych</w:t>
            </w:r>
            <w:r w:rsidR="002F61A9">
              <w:rPr>
                <w:rFonts w:ascii="Corbel" w:hAnsi="Corbel"/>
                <w:color w:val="000000"/>
                <w:sz w:val="24"/>
                <w:szCs w:val="24"/>
              </w:rPr>
              <w:t>. W</w:t>
            </w:r>
            <w:r w:rsidRPr="0082207F">
              <w:rPr>
                <w:rFonts w:ascii="Corbel" w:hAnsi="Corbel"/>
                <w:color w:val="000000"/>
                <w:sz w:val="24"/>
                <w:szCs w:val="24"/>
              </w:rPr>
              <w:t xml:space="preserve"> E. Denek (red.)</w:t>
            </w:r>
            <w:r w:rsidR="002F61A9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82207F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82207F">
              <w:rPr>
                <w:rFonts w:ascii="Corbel" w:hAnsi="Corbel"/>
                <w:i/>
                <w:color w:val="000000"/>
                <w:sz w:val="24"/>
                <w:szCs w:val="24"/>
              </w:rPr>
              <w:t>Usługi społeczne w gospodarce samorządu terytorialnego w Polsce</w:t>
            </w:r>
            <w:r w:rsidR="002F61A9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82207F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2F61A9">
              <w:rPr>
                <w:rFonts w:ascii="Corbel" w:hAnsi="Corbel"/>
                <w:color w:val="000000"/>
                <w:sz w:val="24"/>
                <w:szCs w:val="24"/>
              </w:rPr>
              <w:t xml:space="preserve">Poznań: </w:t>
            </w:r>
            <w:r w:rsidRPr="0082207F">
              <w:rPr>
                <w:rFonts w:ascii="Corbel" w:hAnsi="Corbel"/>
                <w:color w:val="000000"/>
                <w:sz w:val="24"/>
                <w:szCs w:val="24"/>
              </w:rPr>
              <w:t>Wyd</w:t>
            </w:r>
            <w:r w:rsidR="002F61A9">
              <w:rPr>
                <w:rFonts w:ascii="Corbel" w:hAnsi="Corbel"/>
                <w:color w:val="000000"/>
                <w:sz w:val="24"/>
                <w:szCs w:val="24"/>
              </w:rPr>
              <w:t>awnictwo</w:t>
            </w:r>
            <w:r w:rsidRPr="0082207F">
              <w:rPr>
                <w:rFonts w:ascii="Corbel" w:hAnsi="Corbel"/>
                <w:color w:val="000000"/>
                <w:sz w:val="24"/>
                <w:szCs w:val="24"/>
              </w:rPr>
              <w:t xml:space="preserve"> Akademii Ekono</w:t>
            </w:r>
            <w:r w:rsidR="002F61A9">
              <w:rPr>
                <w:rFonts w:ascii="Corbel" w:hAnsi="Corbel"/>
                <w:color w:val="000000"/>
                <w:sz w:val="24"/>
                <w:szCs w:val="24"/>
              </w:rPr>
              <w:t>micznej w Poznaniu.</w:t>
            </w:r>
          </w:p>
          <w:p w:rsidRPr="0082207F" w:rsidR="00E45A74" w:rsidP="00DA1605" w:rsidRDefault="00E45A74" w14:paraId="6C49F998" wp14:textId="77777777">
            <w:pPr>
              <w:spacing w:after="0"/>
              <w:ind w:left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82207F">
              <w:rPr>
                <w:rFonts w:ascii="Corbel" w:hAnsi="Corbel"/>
                <w:color w:val="000000"/>
                <w:sz w:val="24"/>
                <w:szCs w:val="24"/>
              </w:rPr>
              <w:t>Iwankiewicz-Rak</w:t>
            </w:r>
            <w:proofErr w:type="spellEnd"/>
            <w:r w:rsidRPr="0082207F">
              <w:rPr>
                <w:rFonts w:ascii="Corbel" w:hAnsi="Corbel"/>
                <w:color w:val="000000"/>
                <w:sz w:val="24"/>
                <w:szCs w:val="24"/>
              </w:rPr>
              <w:t xml:space="preserve"> B.</w:t>
            </w:r>
            <w:r w:rsidR="002F61A9">
              <w:rPr>
                <w:rFonts w:ascii="Corbel" w:hAnsi="Corbel"/>
                <w:color w:val="000000"/>
                <w:sz w:val="24"/>
                <w:szCs w:val="24"/>
              </w:rPr>
              <w:t xml:space="preserve"> (2012).</w:t>
            </w:r>
            <w:r w:rsidRPr="0082207F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2F61A9">
              <w:rPr>
                <w:rFonts w:ascii="Corbel" w:hAnsi="Corbel"/>
                <w:color w:val="000000"/>
                <w:sz w:val="24"/>
                <w:szCs w:val="24"/>
              </w:rPr>
              <w:t>Usługi społeczne – kryteria wyboru miejsca i formy konsumpcji</w:t>
            </w:r>
            <w:r w:rsidR="002F61A9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82207F">
              <w:rPr>
                <w:rFonts w:ascii="Corbel" w:hAnsi="Corbel"/>
                <w:color w:val="000000"/>
                <w:sz w:val="24"/>
                <w:szCs w:val="24"/>
              </w:rPr>
              <w:t>Zeszyty naukowe nr 722</w:t>
            </w:r>
            <w:r w:rsidR="002F61A9">
              <w:rPr>
                <w:rFonts w:ascii="Corbel" w:hAnsi="Corbel"/>
                <w:color w:val="000000"/>
                <w:sz w:val="24"/>
                <w:szCs w:val="24"/>
              </w:rPr>
              <w:t>, Ekonomiczne usług nr 95</w:t>
            </w:r>
            <w:r w:rsidRPr="0082207F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="002F61A9">
              <w:rPr>
                <w:rFonts w:ascii="Corbel" w:hAnsi="Corbel"/>
                <w:color w:val="000000"/>
                <w:sz w:val="24"/>
                <w:szCs w:val="24"/>
              </w:rPr>
              <w:t>ss. 25-36.</w:t>
            </w:r>
          </w:p>
          <w:p w:rsidRPr="0082207F" w:rsidR="00E45A74" w:rsidP="00DA1605" w:rsidRDefault="00E45A74" w14:paraId="2CE33B34" wp14:textId="77777777">
            <w:pPr>
              <w:spacing w:after="0"/>
              <w:ind w:left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82207F">
              <w:rPr>
                <w:rFonts w:ascii="Corbel" w:hAnsi="Corbel"/>
                <w:color w:val="000000"/>
                <w:sz w:val="24"/>
                <w:szCs w:val="24"/>
              </w:rPr>
              <w:t>Janoś-Kresło</w:t>
            </w:r>
            <w:proofErr w:type="spellEnd"/>
            <w:r w:rsidRPr="0082207F">
              <w:rPr>
                <w:rFonts w:ascii="Corbel" w:hAnsi="Corbel"/>
                <w:color w:val="000000"/>
                <w:sz w:val="24"/>
                <w:szCs w:val="24"/>
              </w:rPr>
              <w:t xml:space="preserve"> M.</w:t>
            </w:r>
            <w:r w:rsidR="002F61A9">
              <w:rPr>
                <w:rFonts w:ascii="Corbel" w:hAnsi="Corbel"/>
                <w:color w:val="000000"/>
                <w:sz w:val="24"/>
                <w:szCs w:val="24"/>
              </w:rPr>
              <w:t xml:space="preserve"> (2002).</w:t>
            </w:r>
            <w:r w:rsidRPr="0082207F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82207F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Usługi społeczne w proces</w:t>
            </w:r>
            <w:r w:rsidR="002F61A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ie przemian systemowych w Polsc</w:t>
            </w:r>
            <w:r w:rsidRPr="0082207F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e</w:t>
            </w:r>
            <w:r w:rsidR="002F61A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.</w:t>
            </w:r>
            <w:r w:rsidR="002F61A9">
              <w:rPr>
                <w:rFonts w:ascii="Corbel" w:hAnsi="Corbel"/>
                <w:color w:val="000000"/>
                <w:sz w:val="24"/>
                <w:szCs w:val="24"/>
              </w:rPr>
              <w:t xml:space="preserve"> Warszawa: Szkoła Główna Handlowa.</w:t>
            </w:r>
          </w:p>
          <w:p w:rsidRPr="0082207F" w:rsidR="00E45A74" w:rsidP="00DA1605" w:rsidRDefault="00E45A74" w14:paraId="18744460" wp14:textId="77777777">
            <w:pPr>
              <w:spacing w:after="0"/>
              <w:ind w:left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82207F">
              <w:rPr>
                <w:rFonts w:ascii="Corbel" w:hAnsi="Corbel"/>
                <w:color w:val="000000"/>
                <w:sz w:val="24"/>
                <w:szCs w:val="24"/>
              </w:rPr>
              <w:t>Karwacki A., Rymsza M.</w:t>
            </w:r>
            <w:r w:rsidR="002F61A9">
              <w:rPr>
                <w:rFonts w:ascii="Corbel" w:hAnsi="Corbel"/>
                <w:color w:val="000000"/>
                <w:sz w:val="24"/>
                <w:szCs w:val="24"/>
              </w:rPr>
              <w:t xml:space="preserve"> (2011).</w:t>
            </w:r>
            <w:r w:rsidRPr="0082207F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82207F">
              <w:rPr>
                <w:rFonts w:ascii="Corbel" w:hAnsi="Corbel"/>
                <w:i/>
                <w:color w:val="000000"/>
                <w:sz w:val="24"/>
                <w:szCs w:val="24"/>
              </w:rPr>
              <w:t>Meandry upowszechniania koncepcji aktywnej polityki społecznej w Polsce</w:t>
            </w:r>
            <w:r w:rsidR="002F61A9">
              <w:rPr>
                <w:rFonts w:ascii="Corbel" w:hAnsi="Corbel"/>
                <w:color w:val="000000"/>
                <w:sz w:val="24"/>
                <w:szCs w:val="24"/>
              </w:rPr>
              <w:t>. W</w:t>
            </w:r>
            <w:r w:rsidRPr="0082207F">
              <w:rPr>
                <w:rFonts w:ascii="Corbel" w:hAnsi="Corbel"/>
                <w:color w:val="000000"/>
                <w:sz w:val="24"/>
                <w:szCs w:val="24"/>
              </w:rPr>
              <w:t xml:space="preserve"> M. </w:t>
            </w:r>
            <w:proofErr w:type="spellStart"/>
            <w:r w:rsidRPr="0082207F">
              <w:rPr>
                <w:rFonts w:ascii="Corbel" w:hAnsi="Corbel"/>
                <w:color w:val="000000"/>
                <w:sz w:val="24"/>
                <w:szCs w:val="24"/>
              </w:rPr>
              <w:t>Grewiński</w:t>
            </w:r>
            <w:proofErr w:type="spellEnd"/>
            <w:r w:rsidRPr="0082207F">
              <w:rPr>
                <w:rFonts w:ascii="Corbel" w:hAnsi="Corbel"/>
                <w:color w:val="000000"/>
                <w:sz w:val="24"/>
                <w:szCs w:val="24"/>
              </w:rPr>
              <w:t>, M. Rymsza (red.)</w:t>
            </w:r>
            <w:r w:rsidR="00DA1605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82207F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82207F">
              <w:rPr>
                <w:rFonts w:ascii="Corbel" w:hAnsi="Corbel"/>
                <w:i/>
                <w:color w:val="000000"/>
                <w:sz w:val="24"/>
                <w:szCs w:val="24"/>
              </w:rPr>
              <w:t>Polityka aktywizacji w Polsce. Usługi reintegracji w sektorze gospodarki społecznej</w:t>
            </w:r>
            <w:r w:rsidR="00DA1605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. </w:t>
            </w:r>
            <w:r w:rsidRPr="00DA1605" w:rsidR="00DA1605">
              <w:rPr>
                <w:rFonts w:ascii="Corbel" w:hAnsi="Corbel"/>
                <w:color w:val="000000"/>
                <w:sz w:val="24"/>
                <w:szCs w:val="24"/>
              </w:rPr>
              <w:t>Warszawa:</w:t>
            </w:r>
            <w:r w:rsidRPr="00DA1605">
              <w:rPr>
                <w:rFonts w:ascii="Corbel" w:hAnsi="Corbel"/>
                <w:color w:val="000000"/>
                <w:sz w:val="24"/>
                <w:szCs w:val="24"/>
              </w:rPr>
              <w:t xml:space="preserve"> Wyższa Szkoła Pedagogiczna TWP w Warszawie</w:t>
            </w:r>
            <w:r w:rsidR="00DA1605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:rsidRPr="0082207F" w:rsidR="00E45A74" w:rsidP="00DA1605" w:rsidRDefault="00E45A74" w14:paraId="44F81D92" wp14:textId="77777777">
            <w:pPr>
              <w:spacing w:after="0"/>
              <w:ind w:left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82207F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Kaźmierczak T.</w:t>
            </w:r>
            <w:r w:rsidR="00DA1605">
              <w:rPr>
                <w:rFonts w:ascii="Corbel" w:hAnsi="Corbel"/>
                <w:color w:val="000000"/>
                <w:sz w:val="24"/>
                <w:szCs w:val="24"/>
              </w:rPr>
              <w:t xml:space="preserve"> (2007).</w:t>
            </w:r>
            <w:r w:rsidRPr="0082207F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DA1605">
              <w:rPr>
                <w:rFonts w:ascii="Corbel" w:hAnsi="Corbel"/>
                <w:color w:val="000000"/>
                <w:sz w:val="24"/>
                <w:szCs w:val="24"/>
              </w:rPr>
              <w:t>Zrozumieć ekonomie społeczną</w:t>
            </w:r>
            <w:r w:rsidR="00DA1605">
              <w:rPr>
                <w:rFonts w:ascii="Corbel" w:hAnsi="Corbel"/>
                <w:color w:val="000000"/>
                <w:sz w:val="24"/>
                <w:szCs w:val="24"/>
              </w:rPr>
              <w:t>. W</w:t>
            </w:r>
            <w:r w:rsidRPr="0082207F">
              <w:rPr>
                <w:rFonts w:ascii="Corbel" w:hAnsi="Corbel"/>
                <w:color w:val="000000"/>
                <w:sz w:val="24"/>
                <w:szCs w:val="24"/>
              </w:rPr>
              <w:t xml:space="preserve"> T. Kaźmierczak, M. Rymsza (red.) </w:t>
            </w:r>
            <w:r w:rsidRPr="0082207F">
              <w:rPr>
                <w:rFonts w:ascii="Corbel" w:hAnsi="Corbel"/>
                <w:i/>
                <w:color w:val="000000"/>
                <w:sz w:val="24"/>
                <w:szCs w:val="24"/>
              </w:rPr>
              <w:t>Kapitał społeczny. Gospodarka społeczna</w:t>
            </w:r>
            <w:r w:rsidR="00DA1605">
              <w:rPr>
                <w:rFonts w:ascii="Corbel" w:hAnsi="Corbel"/>
                <w:color w:val="000000"/>
                <w:sz w:val="24"/>
                <w:szCs w:val="24"/>
              </w:rPr>
              <w:t>. Warszawa:</w:t>
            </w:r>
            <w:r w:rsidRPr="0082207F">
              <w:rPr>
                <w:rFonts w:ascii="Corbel" w:hAnsi="Corbel"/>
                <w:color w:val="000000"/>
                <w:sz w:val="24"/>
                <w:szCs w:val="24"/>
              </w:rPr>
              <w:t xml:space="preserve"> Wydawnic</w:t>
            </w:r>
            <w:r w:rsidR="00DA1605">
              <w:rPr>
                <w:rFonts w:ascii="Corbel" w:hAnsi="Corbel"/>
                <w:color w:val="000000"/>
                <w:sz w:val="24"/>
                <w:szCs w:val="24"/>
              </w:rPr>
              <w:t>two Instytutu Spraw Publicznych.</w:t>
            </w:r>
          </w:p>
          <w:p w:rsidRPr="0082207F" w:rsidR="00E45A74" w:rsidP="00DA1605" w:rsidRDefault="00DA1605" w14:paraId="44D91401" wp14:textId="77777777">
            <w:pPr>
              <w:spacing w:after="0"/>
              <w:ind w:left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Lizut J., Kowalczuk P. (2011).</w:t>
            </w:r>
            <w:r w:rsidRPr="0082207F" w:rsidR="00E45A74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DA1605" w:rsidR="00E45A74">
              <w:rPr>
                <w:rFonts w:ascii="Corbel" w:hAnsi="Corbel"/>
                <w:color w:val="000000"/>
                <w:sz w:val="24"/>
                <w:szCs w:val="24"/>
              </w:rPr>
              <w:t>Katalog usług społecznych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82207F" w:rsidR="00E45A74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W M. 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Grewiński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, M. Rymsza (red.).</w:t>
            </w:r>
            <w:r w:rsidRPr="0082207F" w:rsidR="00E45A74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82207F" w:rsidR="00E45A74">
              <w:rPr>
                <w:rFonts w:ascii="Corbel" w:hAnsi="Corbel"/>
                <w:i/>
                <w:color w:val="000000"/>
                <w:sz w:val="24"/>
                <w:szCs w:val="24"/>
              </w:rPr>
              <w:t>Polityka aktywizacji w Polsce. Usługi reintegracji w sektorze gospodarki społecznej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. </w:t>
            </w:r>
            <w:r w:rsidRPr="00DA1605">
              <w:rPr>
                <w:rFonts w:ascii="Corbel" w:hAnsi="Corbel"/>
                <w:color w:val="000000"/>
                <w:sz w:val="24"/>
                <w:szCs w:val="24"/>
              </w:rPr>
              <w:t>Warszawa:</w:t>
            </w:r>
            <w:r w:rsidRPr="0082207F" w:rsidR="00E45A74">
              <w:rPr>
                <w:rFonts w:ascii="Corbel" w:hAnsi="Corbel"/>
                <w:color w:val="000000"/>
                <w:sz w:val="24"/>
                <w:szCs w:val="24"/>
              </w:rPr>
              <w:t xml:space="preserve"> Wyższa Szkoła Pedagogiczna TWP w Warszawie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:rsidRPr="0082207F" w:rsidR="00E45A74" w:rsidP="00DA1605" w:rsidRDefault="00DA1605" w14:paraId="5E880673" wp14:textId="77777777">
            <w:pPr>
              <w:spacing w:after="0"/>
              <w:ind w:left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Wejcman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Z. (2011).</w:t>
            </w:r>
            <w:r w:rsidRPr="0082207F" w:rsidR="00E45A74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82207F" w:rsidR="00E45A74">
              <w:rPr>
                <w:rFonts w:ascii="Corbel" w:hAnsi="Corbel"/>
                <w:i/>
                <w:color w:val="000000"/>
                <w:sz w:val="24"/>
                <w:szCs w:val="24"/>
              </w:rPr>
              <w:t>Świadczenie usług społecznych – w stronę trzeciego sektora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 W</w:t>
            </w:r>
            <w:r w:rsidRPr="0082207F" w:rsidR="00E45A74">
              <w:rPr>
                <w:rFonts w:ascii="Corbel" w:hAnsi="Corbel"/>
                <w:color w:val="000000"/>
                <w:sz w:val="24"/>
                <w:szCs w:val="24"/>
              </w:rPr>
              <w:t xml:space="preserve"> M.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Grewiński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, B. Skrzypczak (red.).</w:t>
            </w:r>
            <w:r w:rsidRPr="0082207F" w:rsidR="00E45A74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82207F" w:rsidR="00E45A74">
              <w:rPr>
                <w:rFonts w:ascii="Corbel" w:hAnsi="Corbel"/>
                <w:i/>
                <w:color w:val="000000"/>
                <w:sz w:val="24"/>
                <w:szCs w:val="24"/>
              </w:rPr>
              <w:t>Środowiskowe usługi społeczne – nowa perspektywa polityki i pedagogiki społecznej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82207F" w:rsidR="00E45A74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Warszawa: </w:t>
            </w:r>
            <w:r w:rsidRPr="0082207F" w:rsidR="00E45A74">
              <w:rPr>
                <w:rFonts w:ascii="Corbel" w:hAnsi="Corbel"/>
                <w:color w:val="000000"/>
                <w:sz w:val="24"/>
                <w:szCs w:val="24"/>
              </w:rPr>
              <w:t>Wyższa Szkoła Pedagogiczna TWP w Warszawie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9C54AE" w:rsidR="00E45A74" w:rsidTr="0071620A" w14:paraId="0BED0798" wp14:textId="77777777">
        <w:trPr>
          <w:trHeight w:val="397"/>
        </w:trPr>
        <w:tc>
          <w:tcPr>
            <w:tcW w:w="7513" w:type="dxa"/>
          </w:tcPr>
          <w:p w:rsidRPr="00811989" w:rsidR="00E45A74" w:rsidP="00E45A74" w:rsidRDefault="00E45A74" w14:paraId="1616B1D9" wp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11989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DA1605" w:rsidP="00DA1605" w:rsidRDefault="00E45A74" w14:paraId="30889B55" wp14:textId="77777777">
            <w:pPr>
              <w:spacing w:after="0"/>
              <w:ind w:left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DA1605">
              <w:rPr>
                <w:rFonts w:ascii="Corbel" w:hAnsi="Corbel"/>
                <w:color w:val="000000"/>
                <w:sz w:val="24"/>
                <w:szCs w:val="24"/>
              </w:rPr>
              <w:t>Frączkiewicz-Wronka</w:t>
            </w:r>
            <w:proofErr w:type="spellEnd"/>
            <w:r w:rsidRPr="00DA1605">
              <w:rPr>
                <w:rFonts w:ascii="Corbel" w:hAnsi="Corbel"/>
                <w:color w:val="000000"/>
                <w:sz w:val="24"/>
                <w:szCs w:val="24"/>
              </w:rPr>
              <w:t xml:space="preserve"> A.</w:t>
            </w:r>
            <w:r w:rsidR="00DA1605">
              <w:rPr>
                <w:rFonts w:ascii="Corbel" w:hAnsi="Corbel"/>
                <w:color w:val="000000"/>
                <w:sz w:val="24"/>
                <w:szCs w:val="24"/>
              </w:rPr>
              <w:t xml:space="preserve"> (2002).</w:t>
            </w:r>
            <w:r w:rsidRPr="00DA1605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DA1605">
              <w:rPr>
                <w:rFonts w:ascii="Corbel" w:hAnsi="Corbel"/>
                <w:i/>
                <w:color w:val="000000"/>
                <w:sz w:val="24"/>
                <w:szCs w:val="24"/>
              </w:rPr>
              <w:t>Usługi społeczne realizowane w </w:t>
            </w:r>
            <w:r w:rsidRPr="00DA1605">
              <w:rPr>
                <w:rFonts w:ascii="Corbel" w:hAnsi="Corbel"/>
                <w:i/>
                <w:color w:val="000000"/>
                <w:sz w:val="24"/>
                <w:szCs w:val="24"/>
              </w:rPr>
              <w:t>partnerstwie. Międzyorganizacyjne aspekty zarządzania</w:t>
            </w:r>
            <w:r w:rsidR="00DA1605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DA1605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DA1605">
              <w:rPr>
                <w:rFonts w:ascii="Corbel" w:hAnsi="Corbel"/>
                <w:color w:val="000000"/>
                <w:sz w:val="24"/>
                <w:szCs w:val="24"/>
              </w:rPr>
              <w:t xml:space="preserve">Łazy: </w:t>
            </w:r>
            <w:r w:rsidRPr="0082207F" w:rsidR="00DA1605">
              <w:rPr>
                <w:rFonts w:ascii="Corbel" w:hAnsi="Corbel"/>
                <w:color w:val="000000"/>
                <w:sz w:val="24"/>
                <w:szCs w:val="24"/>
              </w:rPr>
              <w:t>Wyższa Szkoła Pedagogiczna TWP w Warszawie</w:t>
            </w:r>
            <w:r w:rsidR="00DA1605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:rsidRPr="00DA1605" w:rsidR="00E45A74" w:rsidP="00DA1605" w:rsidRDefault="00E45A74" w14:paraId="5023C0B4" wp14:textId="77777777">
            <w:pPr>
              <w:spacing w:after="0"/>
              <w:ind w:left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DA1605">
              <w:rPr>
                <w:rFonts w:ascii="Corbel" w:hAnsi="Corbel"/>
                <w:color w:val="000000"/>
                <w:sz w:val="24"/>
                <w:szCs w:val="24"/>
              </w:rPr>
              <w:t>Janoś-Kresło</w:t>
            </w:r>
            <w:proofErr w:type="spellEnd"/>
            <w:r w:rsidRPr="00DA1605">
              <w:rPr>
                <w:rFonts w:ascii="Corbel" w:hAnsi="Corbel"/>
                <w:color w:val="000000"/>
                <w:sz w:val="24"/>
                <w:szCs w:val="24"/>
              </w:rPr>
              <w:t xml:space="preserve"> M.</w:t>
            </w:r>
            <w:r w:rsidR="00DA1605">
              <w:rPr>
                <w:rFonts w:ascii="Corbel" w:hAnsi="Corbel"/>
                <w:color w:val="000000"/>
                <w:sz w:val="24"/>
                <w:szCs w:val="24"/>
              </w:rPr>
              <w:t xml:space="preserve"> (2002).</w:t>
            </w:r>
            <w:r w:rsidRPr="00DA1605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DA1605">
              <w:rPr>
                <w:rFonts w:ascii="Corbel" w:hAnsi="Corbel"/>
                <w:i/>
                <w:color w:val="000000"/>
                <w:sz w:val="24"/>
                <w:szCs w:val="24"/>
              </w:rPr>
              <w:t>Usługi społeczne w procesie przemian systemowych w Polsce</w:t>
            </w:r>
            <w:r w:rsidR="00DA1605">
              <w:rPr>
                <w:rFonts w:ascii="Corbel" w:hAnsi="Corbel"/>
                <w:color w:val="000000"/>
                <w:sz w:val="24"/>
                <w:szCs w:val="24"/>
              </w:rPr>
              <w:t>. Warszawa: Szkoła Główna Handlowa.</w:t>
            </w:r>
          </w:p>
          <w:p w:rsidR="00E45A74" w:rsidP="00DA1605" w:rsidRDefault="00DA1605" w14:paraId="410DD890" wp14:textId="77777777">
            <w:pPr>
              <w:pStyle w:val="Punktygwne"/>
              <w:spacing w:before="0" w:after="0"/>
              <w:ind w:left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Kawula S. (2009).</w:t>
            </w:r>
            <w:r w:rsidR="00E45A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A1605" w:rsidR="00E45A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Pomocniczość w pracy socjalnej i opiekuńczej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E45A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S. Kawula (red.).</w:t>
            </w:r>
            <w:r w:rsidR="00E45A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9541B" w:rsidR="00E45A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Pedagogika społeczna. </w:t>
            </w:r>
            <w:proofErr w:type="spellStart"/>
            <w:r w:rsidRPr="00E9541B" w:rsidR="00E45A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Dokonania-aktualności-perspektywy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Toruń:</w:t>
            </w:r>
            <w:r w:rsidR="00E45A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awnictwo</w:t>
            </w:r>
            <w:r w:rsidR="00E45A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Adam Marszałek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D97C08" w:rsidR="00E45A74" w:rsidP="00DA1605" w:rsidRDefault="00E45A74" w14:paraId="2877F269" wp14:textId="77777777">
            <w:pPr>
              <w:pStyle w:val="Punktygwne"/>
              <w:spacing w:before="0" w:after="0"/>
              <w:ind w:left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97C08">
              <w:rPr>
                <w:rFonts w:ascii="Corbel" w:hAnsi="Corbel"/>
                <w:b w:val="0"/>
                <w:smallCaps w:val="0"/>
                <w:szCs w:val="24"/>
              </w:rPr>
              <w:t>Kaźmierczak T.</w:t>
            </w:r>
            <w:r w:rsidRPr="00D97C08" w:rsidR="00DA1605">
              <w:rPr>
                <w:rFonts w:ascii="Corbel" w:hAnsi="Corbel"/>
                <w:b w:val="0"/>
                <w:smallCaps w:val="0"/>
                <w:szCs w:val="24"/>
              </w:rPr>
              <w:t xml:space="preserve"> (2005).</w:t>
            </w:r>
            <w:r w:rsidRPr="00D97C0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97C08" w:rsidR="00DA1605"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D97C08">
              <w:rPr>
                <w:rFonts w:ascii="Corbel" w:hAnsi="Corbel"/>
                <w:b w:val="0"/>
                <w:smallCaps w:val="0"/>
                <w:szCs w:val="24"/>
              </w:rPr>
              <w:t>entra integracji społecznej jako pomysł na przeciwdziałanie wykluczeniu społecznemu? Refleksje wokół Ustawy o zatrudnieniu socjalnym</w:t>
            </w:r>
            <w:r w:rsidRPr="00D97C08" w:rsidR="00DA160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D97C0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97C08">
              <w:rPr>
                <w:rFonts w:ascii="Corbel" w:hAnsi="Corbel"/>
                <w:b w:val="0"/>
                <w:i/>
                <w:smallCaps w:val="0"/>
                <w:szCs w:val="24"/>
              </w:rPr>
              <w:t>Trzeci Sektor</w:t>
            </w:r>
            <w:r w:rsidRPr="00D97C08" w:rsidR="00DA1605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97C08">
              <w:rPr>
                <w:rFonts w:ascii="Corbel" w:hAnsi="Corbel"/>
                <w:b w:val="0"/>
                <w:smallCaps w:val="0"/>
                <w:szCs w:val="24"/>
              </w:rPr>
              <w:t xml:space="preserve"> 2.</w:t>
            </w:r>
          </w:p>
          <w:p w:rsidR="00E45A74" w:rsidP="00DA1605" w:rsidRDefault="00E45A74" w14:paraId="760E4C1F" wp14:textId="77777777">
            <w:pPr>
              <w:pStyle w:val="Punktygwne"/>
              <w:spacing w:before="0" w:after="0"/>
              <w:ind w:left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3D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Wojciechowski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</w:t>
            </w:r>
            <w:r w:rsidR="00DA16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(2003).</w:t>
            </w:r>
            <w:r w:rsidRPr="009E3D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E3DC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Zarządzanie w samorządzie terytorialnym</w:t>
            </w:r>
            <w:r w:rsidR="00DA16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A16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proofErr w:type="spellStart"/>
            <w:r w:rsidR="00DA16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="00DA16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E45A74" w:rsidR="00E45A74" w:rsidP="00DA1605" w:rsidRDefault="00DA1605" w14:paraId="6ED845A5" wp14:textId="77777777">
            <w:pPr>
              <w:pStyle w:val="Punktygwne"/>
              <w:spacing w:before="0" w:after="0"/>
              <w:ind w:left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Wysocka E. (2011).</w:t>
            </w:r>
            <w:r w:rsidRPr="00E45A74" w:rsidR="00E45A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A1605" w:rsidR="00E45A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Warsztat diagnostyczny pracownika socjalnego w obszarze pracy z rodziną oraz przedmiotowe i podmiotowe uwarunkowania procesu diagnozy środowiska rodzinnego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E45A74" w:rsidR="00E45A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D. Trawkowska (red.).</w:t>
            </w:r>
            <w:r w:rsidRPr="00E45A74" w:rsidR="00E45A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45A74" w:rsidR="00E45A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Pomoc społeczna wobec rodzin. Interdyscyplinarne rozważania o publicznej trosce o dziecko i rodzinę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Toruń:</w:t>
            </w:r>
            <w:r w:rsidRPr="00E45A74" w:rsidR="00E45A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Edukacyjne Akapit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xmlns:wp14="http://schemas.microsoft.com/office/word/2010/wordml" w:rsidRPr="009C54AE" w:rsidR="0085747A" w:rsidP="009C54AE" w:rsidRDefault="0085747A" w14:paraId="34CE0A41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62EBF3C5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endnote w:type="separator" w:id="-1">
    <w:p xmlns:wp14="http://schemas.microsoft.com/office/word/2010/wordml" w:rsidR="008B1751" w:rsidP="00C16ABF" w:rsidRDefault="008B1751" w14:paraId="6D98A12B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8B1751" w:rsidP="00C16ABF" w:rsidRDefault="008B1751" w14:paraId="2946DB82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footnote w:type="separator" w:id="-1">
    <w:p xmlns:wp14="http://schemas.microsoft.com/office/word/2010/wordml" w:rsidR="008B1751" w:rsidP="00C16ABF" w:rsidRDefault="008B1751" w14:paraId="5997CC1D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8B1751" w:rsidP="00C16ABF" w:rsidRDefault="008B1751" w14:paraId="110FFD37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30395F" w:rsidRDefault="0030395F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F405995"/>
    <w:multiLevelType w:val="hybridMultilevel"/>
    <w:tmpl w:val="119CEF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133154"/>
    <w:multiLevelType w:val="hybridMultilevel"/>
    <w:tmpl w:val="E7E253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4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7MwNbM0MTYzNzGyMDFQ0lEKTi0uzszPAykwqgUAwLfGFywAAAA="/>
  </w:docVars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0AB3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02A4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07B"/>
    <w:rsid w:val="002D73D4"/>
    <w:rsid w:val="002F02A3"/>
    <w:rsid w:val="002F4ABE"/>
    <w:rsid w:val="002F61A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0768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590C"/>
    <w:rsid w:val="00671958"/>
    <w:rsid w:val="0067264C"/>
    <w:rsid w:val="00673977"/>
    <w:rsid w:val="00675843"/>
    <w:rsid w:val="0068221B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00B"/>
    <w:rsid w:val="007C3299"/>
    <w:rsid w:val="007C3BCC"/>
    <w:rsid w:val="007C4546"/>
    <w:rsid w:val="007D6E56"/>
    <w:rsid w:val="007F4155"/>
    <w:rsid w:val="00804063"/>
    <w:rsid w:val="0081554D"/>
    <w:rsid w:val="0081707E"/>
    <w:rsid w:val="0082207F"/>
    <w:rsid w:val="008449B3"/>
    <w:rsid w:val="008552A2"/>
    <w:rsid w:val="0085747A"/>
    <w:rsid w:val="00884922"/>
    <w:rsid w:val="00885F64"/>
    <w:rsid w:val="008917F9"/>
    <w:rsid w:val="008A45F7"/>
    <w:rsid w:val="008B175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E53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2588"/>
    <w:rsid w:val="009E3B41"/>
    <w:rsid w:val="009F3C5C"/>
    <w:rsid w:val="009F4610"/>
    <w:rsid w:val="00A00ECC"/>
    <w:rsid w:val="00A1465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702F"/>
    <w:rsid w:val="00B135B1"/>
    <w:rsid w:val="00B3130B"/>
    <w:rsid w:val="00B32260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5C3C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7E8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50DA"/>
    <w:rsid w:val="00D8075B"/>
    <w:rsid w:val="00D8678B"/>
    <w:rsid w:val="00D97C08"/>
    <w:rsid w:val="00DA1605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5A74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77E"/>
    <w:rsid w:val="00F070AB"/>
    <w:rsid w:val="00F16540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65011D7"/>
    <w:rsid w:val="1ABD11EE"/>
    <w:rsid w:val="1FB47943"/>
    <w:rsid w:val="6C919B07"/>
    <w:rsid w:val="72856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2EC338A3"/>
  <w15:docId w15:val="{F079B478-32DD-4B78-A570-9075A5307B69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5F22D97-484C-4CFE-9B9B-45EA96C586B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97D07B-8DD8-43E0-8B35-4968287E1802}"/>
</file>

<file path=customXml/itemProps3.xml><?xml version="1.0" encoding="utf-8"?>
<ds:datastoreItem xmlns:ds="http://schemas.openxmlformats.org/officeDocument/2006/customXml" ds:itemID="{71789537-7F08-4BAE-B91B-6CD24C63B8E2}"/>
</file>

<file path=customXml/itemProps4.xml><?xml version="1.0" encoding="utf-8"?>
<ds:datastoreItem xmlns:ds="http://schemas.openxmlformats.org/officeDocument/2006/customXml" ds:itemID="{74168557-EEAC-4AE0-88CB-765050959CF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Motyka Marek</lastModifiedBy>
  <revision>6</revision>
  <lastPrinted>2019-02-06T12:12:00.0000000Z</lastPrinted>
  <dcterms:created xsi:type="dcterms:W3CDTF">2020-10-29T12:34:00.0000000Z</dcterms:created>
  <dcterms:modified xsi:type="dcterms:W3CDTF">2021-10-05T20:38:25.1581009Z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